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F4A480" w14:textId="77777777" w:rsidR="007A3C1D" w:rsidRPr="00E960BB" w:rsidRDefault="007A3C1D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nr 12/2019</w:t>
      </w:r>
    </w:p>
    <w:p w14:paraId="76579777" w14:textId="77777777" w:rsidR="007A3C1D" w:rsidRPr="00874E98" w:rsidRDefault="00874E98" w:rsidP="00874E98">
      <w:pPr>
        <w:spacing w:after="0"/>
        <w:jc w:val="center"/>
        <w:rPr>
          <w:b/>
          <w:sz w:val="24"/>
          <w:szCs w:val="24"/>
        </w:rPr>
      </w:pPr>
      <w:r w:rsidRPr="00874E98">
        <w:rPr>
          <w:b/>
          <w:sz w:val="24"/>
          <w:szCs w:val="24"/>
        </w:rPr>
        <w:t>SYLABUS</w:t>
      </w:r>
    </w:p>
    <w:p w14:paraId="195AAFB0" w14:textId="77777777" w:rsidR="007A3C1D" w:rsidRPr="00874E98" w:rsidRDefault="00874E98" w:rsidP="00874E98">
      <w:pPr>
        <w:spacing w:after="0"/>
        <w:jc w:val="center"/>
        <w:rPr>
          <w:b/>
          <w:bCs/>
          <w:sz w:val="24"/>
          <w:szCs w:val="24"/>
        </w:rPr>
      </w:pPr>
      <w:r w:rsidRPr="00874E98">
        <w:rPr>
          <w:b/>
          <w:bCs/>
          <w:sz w:val="24"/>
          <w:szCs w:val="24"/>
        </w:rPr>
        <w:t xml:space="preserve">DOTYCZY CYKLU KSZTAŁCENIA </w:t>
      </w:r>
      <w:r w:rsidR="00F554E8">
        <w:rPr>
          <w:b/>
          <w:i/>
          <w:iCs/>
          <w:sz w:val="24"/>
          <w:szCs w:val="24"/>
        </w:rPr>
        <w:t>2022</w:t>
      </w:r>
      <w:r w:rsidRPr="00874E98">
        <w:rPr>
          <w:b/>
          <w:i/>
          <w:iCs/>
          <w:sz w:val="24"/>
          <w:szCs w:val="24"/>
        </w:rPr>
        <w:t>-202</w:t>
      </w:r>
      <w:r w:rsidR="00F554E8">
        <w:rPr>
          <w:b/>
          <w:i/>
          <w:iCs/>
          <w:sz w:val="24"/>
          <w:szCs w:val="24"/>
        </w:rPr>
        <w:t>5</w:t>
      </w:r>
    </w:p>
    <w:p w14:paraId="4712A55D" w14:textId="77777777" w:rsidR="00EB2522" w:rsidRDefault="00EB2522" w:rsidP="00EB252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315EC3FE" w14:textId="77777777" w:rsidR="007A3C1D" w:rsidRPr="00EA4832" w:rsidRDefault="007E2AB8" w:rsidP="00EB252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7A3C1D">
        <w:rPr>
          <w:rFonts w:ascii="Corbel" w:hAnsi="Corbel"/>
          <w:sz w:val="20"/>
          <w:szCs w:val="20"/>
        </w:rPr>
        <w:t>202</w:t>
      </w:r>
      <w:r w:rsidR="0000043A">
        <w:rPr>
          <w:rFonts w:ascii="Corbel" w:hAnsi="Corbel"/>
          <w:sz w:val="20"/>
          <w:szCs w:val="20"/>
        </w:rPr>
        <w:t>4</w:t>
      </w:r>
      <w:r w:rsidR="007A3C1D">
        <w:rPr>
          <w:rFonts w:ascii="Corbel" w:hAnsi="Corbel"/>
          <w:sz w:val="20"/>
          <w:szCs w:val="20"/>
        </w:rPr>
        <w:t>/202</w:t>
      </w:r>
      <w:r w:rsidR="0000043A">
        <w:rPr>
          <w:rFonts w:ascii="Corbel" w:hAnsi="Corbel"/>
          <w:sz w:val="20"/>
          <w:szCs w:val="20"/>
        </w:rPr>
        <w:t>5</w:t>
      </w:r>
    </w:p>
    <w:p w14:paraId="1B91ADA2" w14:textId="77777777" w:rsidR="007A3C1D" w:rsidRPr="00BE1B49" w:rsidRDefault="007A3C1D" w:rsidP="00EB2522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</w:p>
    <w:p w14:paraId="3EBEE8D5" w14:textId="77777777" w:rsidR="007A3C1D" w:rsidRPr="00BE1B49" w:rsidRDefault="00BE1B49" w:rsidP="00BE1B49">
      <w:pPr>
        <w:rPr>
          <w:b/>
          <w:color w:val="0070C0"/>
          <w:sz w:val="24"/>
          <w:szCs w:val="24"/>
        </w:rPr>
      </w:pPr>
      <w:r w:rsidRPr="00BE1B49">
        <w:rPr>
          <w:b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7A3C1D" w:rsidRPr="009C54AE" w14:paraId="75CAE66F" w14:textId="77777777" w:rsidTr="00B819C8">
        <w:tc>
          <w:tcPr>
            <w:tcW w:w="2694" w:type="dxa"/>
            <w:vAlign w:val="center"/>
          </w:tcPr>
          <w:p w14:paraId="3CF70A12" w14:textId="77777777"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4A3472" w14:textId="77777777" w:rsidR="007A3C1D" w:rsidRPr="00F554E8" w:rsidRDefault="007A3C1D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sz w:val="24"/>
                <w:szCs w:val="24"/>
              </w:rPr>
            </w:pPr>
            <w:r w:rsidRPr="00F554E8">
              <w:rPr>
                <w:rFonts w:ascii="Corbel" w:hAnsi="Corbel"/>
                <w:sz w:val="24"/>
                <w:szCs w:val="24"/>
              </w:rPr>
              <w:t>Służby graniczne w zapewnianiu bezpieczeństwa państwa</w:t>
            </w:r>
          </w:p>
        </w:tc>
      </w:tr>
      <w:tr w:rsidR="007A3C1D" w:rsidRPr="009C54AE" w14:paraId="7D5AA189" w14:textId="77777777" w:rsidTr="00B819C8">
        <w:tc>
          <w:tcPr>
            <w:tcW w:w="2694" w:type="dxa"/>
            <w:vAlign w:val="center"/>
          </w:tcPr>
          <w:p w14:paraId="03F71542" w14:textId="77777777"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8F72BDD" w14:textId="157C3A60" w:rsidR="007A3C1D" w:rsidRPr="009C54AE" w:rsidRDefault="007A3C1D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BW6</w:t>
            </w:r>
            <w:r w:rsidR="00547241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7A3C1D" w:rsidRPr="009C54AE" w14:paraId="68D59B47" w14:textId="77777777" w:rsidTr="00B819C8">
        <w:tc>
          <w:tcPr>
            <w:tcW w:w="2694" w:type="dxa"/>
            <w:vAlign w:val="center"/>
          </w:tcPr>
          <w:p w14:paraId="18F40653" w14:textId="77777777"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4A353E0" w14:textId="77777777" w:rsidR="007A3C1D" w:rsidRPr="009C54AE" w:rsidRDefault="00F554E8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A3C1D" w:rsidRPr="009C54AE" w14:paraId="62FAF735" w14:textId="77777777" w:rsidTr="00B819C8">
        <w:tc>
          <w:tcPr>
            <w:tcW w:w="2694" w:type="dxa"/>
            <w:vAlign w:val="center"/>
          </w:tcPr>
          <w:p w14:paraId="65B2EA00" w14:textId="77777777"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C801D5" w14:textId="77777777" w:rsidR="007A3C1D" w:rsidRPr="009C54AE" w:rsidRDefault="007A3C1D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7A3C1D" w:rsidRPr="009C54AE" w14:paraId="66DCD24E" w14:textId="77777777" w:rsidTr="00B819C8">
        <w:tc>
          <w:tcPr>
            <w:tcW w:w="2694" w:type="dxa"/>
            <w:vAlign w:val="center"/>
          </w:tcPr>
          <w:p w14:paraId="50EA9A3F" w14:textId="77777777"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2C559A" w14:textId="77777777" w:rsidR="007A3C1D" w:rsidRPr="009C54AE" w:rsidRDefault="007A3C1D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Bezpieczeństwo wewnętrzne </w:t>
            </w:r>
          </w:p>
        </w:tc>
      </w:tr>
      <w:tr w:rsidR="007A3C1D" w:rsidRPr="009C54AE" w14:paraId="50B8070E" w14:textId="77777777" w:rsidTr="00B819C8">
        <w:tc>
          <w:tcPr>
            <w:tcW w:w="2694" w:type="dxa"/>
            <w:vAlign w:val="center"/>
          </w:tcPr>
          <w:p w14:paraId="407CE09D" w14:textId="77777777"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1C1BE8E" w14:textId="77777777" w:rsidR="007A3C1D" w:rsidRPr="009C54AE" w:rsidRDefault="007A3C1D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7A3C1D" w:rsidRPr="009C54AE" w14:paraId="52A2D122" w14:textId="77777777" w:rsidTr="00B819C8">
        <w:tc>
          <w:tcPr>
            <w:tcW w:w="2694" w:type="dxa"/>
            <w:vAlign w:val="center"/>
          </w:tcPr>
          <w:p w14:paraId="3EF38A23" w14:textId="77777777"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0749B1" w14:textId="77777777" w:rsidR="007A3C1D" w:rsidRPr="009C54AE" w:rsidRDefault="00EB2522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A3C1D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7A3C1D" w:rsidRPr="009C54AE" w14:paraId="52742F2A" w14:textId="77777777" w:rsidTr="00B819C8">
        <w:tc>
          <w:tcPr>
            <w:tcW w:w="2694" w:type="dxa"/>
            <w:vAlign w:val="center"/>
          </w:tcPr>
          <w:p w14:paraId="4B3DEA48" w14:textId="77777777"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519956" w14:textId="6437A569" w:rsidR="007A3C1D" w:rsidRPr="009C54AE" w:rsidRDefault="007526D7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A3C1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A3C1D" w:rsidRPr="009C54AE" w14:paraId="74F83F85" w14:textId="77777777" w:rsidTr="00B819C8">
        <w:tc>
          <w:tcPr>
            <w:tcW w:w="2694" w:type="dxa"/>
            <w:vAlign w:val="center"/>
          </w:tcPr>
          <w:p w14:paraId="4E423D91" w14:textId="77777777"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E40BF50" w14:textId="77777777" w:rsidR="007A3C1D" w:rsidRPr="009C54AE" w:rsidRDefault="007A3C1D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rok, V semestr</w:t>
            </w:r>
          </w:p>
        </w:tc>
      </w:tr>
      <w:tr w:rsidR="007A3C1D" w:rsidRPr="009C54AE" w14:paraId="11063445" w14:textId="77777777" w:rsidTr="00B819C8">
        <w:tc>
          <w:tcPr>
            <w:tcW w:w="2694" w:type="dxa"/>
            <w:vAlign w:val="center"/>
          </w:tcPr>
          <w:p w14:paraId="72A9BAE3" w14:textId="77777777"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73941E" w14:textId="77777777" w:rsidR="007A3C1D" w:rsidRPr="009C54AE" w:rsidRDefault="007A3C1D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Przedmiot specjalnościowy </w:t>
            </w:r>
          </w:p>
        </w:tc>
      </w:tr>
      <w:tr w:rsidR="007A3C1D" w:rsidRPr="009C54AE" w14:paraId="77673CD9" w14:textId="77777777" w:rsidTr="00B819C8">
        <w:tc>
          <w:tcPr>
            <w:tcW w:w="2694" w:type="dxa"/>
            <w:vAlign w:val="center"/>
          </w:tcPr>
          <w:p w14:paraId="360FE7CD" w14:textId="77777777" w:rsidR="007A3C1D" w:rsidRPr="007A5D82" w:rsidRDefault="007A3C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3C67CF" w14:textId="77777777" w:rsidR="007A3C1D" w:rsidRPr="009C54AE" w:rsidRDefault="00EB25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A3C1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7A3C1D" w:rsidRPr="009C54AE" w14:paraId="16D619DA" w14:textId="77777777" w:rsidTr="00B819C8">
        <w:tc>
          <w:tcPr>
            <w:tcW w:w="2694" w:type="dxa"/>
            <w:vAlign w:val="center"/>
          </w:tcPr>
          <w:p w14:paraId="4E964A11" w14:textId="77777777" w:rsidR="007A3C1D" w:rsidRPr="007A5D82" w:rsidRDefault="007A3C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A4441E" w14:textId="77777777" w:rsidR="007A3C1D" w:rsidRPr="009C54AE" w:rsidRDefault="00FE1D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Ryszard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Suduł</w:t>
            </w:r>
            <w:proofErr w:type="spellEnd"/>
          </w:p>
        </w:tc>
      </w:tr>
      <w:tr w:rsidR="007A3C1D" w:rsidRPr="009C54AE" w14:paraId="7BCDCA8E" w14:textId="77777777" w:rsidTr="00B819C8">
        <w:tc>
          <w:tcPr>
            <w:tcW w:w="2694" w:type="dxa"/>
            <w:vAlign w:val="center"/>
          </w:tcPr>
          <w:p w14:paraId="2EAA89DA" w14:textId="77777777" w:rsidR="007A3C1D" w:rsidRPr="007A5D82" w:rsidRDefault="007A3C1D" w:rsidP="00EB252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F7738E0" w14:textId="77777777" w:rsidR="007A3C1D" w:rsidRPr="009C54AE" w:rsidRDefault="00FE1D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Ryszard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Suduł</w:t>
            </w:r>
            <w:proofErr w:type="spellEnd"/>
          </w:p>
        </w:tc>
      </w:tr>
    </w:tbl>
    <w:p w14:paraId="20E099FB" w14:textId="77777777" w:rsidR="007A3C1D" w:rsidRPr="009C54AE" w:rsidRDefault="007A3C1D" w:rsidP="00052F1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052F1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37FF757" w14:textId="77777777" w:rsidR="007A3C1D" w:rsidRPr="009C54AE" w:rsidRDefault="007A3C1D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F40B78C" w14:textId="77777777" w:rsidR="007A3C1D" w:rsidRPr="009C54AE" w:rsidRDefault="007A3C1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A3C1D" w:rsidRPr="009C54AE" w14:paraId="0E54D92C" w14:textId="77777777" w:rsidTr="00C766DF">
        <w:tc>
          <w:tcPr>
            <w:tcW w:w="1048" w:type="dxa"/>
          </w:tcPr>
          <w:p w14:paraId="30CE41C3" w14:textId="77777777" w:rsidR="007A3C1D" w:rsidRPr="007A5D82" w:rsidRDefault="007A3C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73BDAFC0" w14:textId="77777777" w:rsidR="007A3C1D" w:rsidRPr="007A5D82" w:rsidRDefault="007A3C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4F0C57C1" w14:textId="77777777" w:rsidR="007A3C1D" w:rsidRPr="007A5D82" w:rsidRDefault="007A3C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7A5D82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7A5D8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278F5C75" w14:textId="77777777" w:rsidR="007A3C1D" w:rsidRPr="007A5D82" w:rsidRDefault="007A3C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1DACA12" w14:textId="77777777" w:rsidR="007A3C1D" w:rsidRPr="007A5D82" w:rsidRDefault="007A3C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7A5D82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7A5D8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0186FF04" w14:textId="77777777" w:rsidR="007A3C1D" w:rsidRPr="007A5D82" w:rsidRDefault="007A3C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32F1F433" w14:textId="77777777" w:rsidR="007A3C1D" w:rsidRPr="007A5D82" w:rsidRDefault="007A3C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7A5D82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7A5D8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073227C4" w14:textId="77777777" w:rsidR="007A3C1D" w:rsidRPr="007A5D82" w:rsidRDefault="007A3C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2A2C4403" w14:textId="77777777" w:rsidR="007A3C1D" w:rsidRPr="007A5D82" w:rsidRDefault="007A3C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7A5D82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7A5D8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7F39F2F4" w14:textId="77777777" w:rsidR="007A3C1D" w:rsidRPr="007A5D82" w:rsidRDefault="007A3C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6D2A6440" w14:textId="77777777" w:rsidR="007A3C1D" w:rsidRPr="007A5D82" w:rsidRDefault="007A3C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7A5D82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7A3C1D" w:rsidRPr="009C54AE" w14:paraId="0A1267A0" w14:textId="77777777" w:rsidTr="00C766DF">
        <w:trPr>
          <w:trHeight w:val="453"/>
        </w:trPr>
        <w:tc>
          <w:tcPr>
            <w:tcW w:w="1048" w:type="dxa"/>
          </w:tcPr>
          <w:p w14:paraId="681C3271" w14:textId="77777777" w:rsidR="007A3C1D" w:rsidRPr="009C54AE" w:rsidRDefault="007A3C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vAlign w:val="center"/>
          </w:tcPr>
          <w:p w14:paraId="1CC80181" w14:textId="77777777" w:rsidR="007A3C1D" w:rsidRPr="009C54AE" w:rsidRDefault="007A3C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3FEE6D48" w14:textId="77777777" w:rsidR="007A3C1D" w:rsidRPr="009C54AE" w:rsidRDefault="007A3C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8E33E92" w14:textId="30348108" w:rsidR="007A3C1D" w:rsidRPr="009C54AE" w:rsidRDefault="007526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vAlign w:val="center"/>
          </w:tcPr>
          <w:p w14:paraId="00E43199" w14:textId="77777777" w:rsidR="007A3C1D" w:rsidRPr="009C54AE" w:rsidRDefault="007A3C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4D4F63CB" w14:textId="77777777" w:rsidR="007A3C1D" w:rsidRPr="009C54AE" w:rsidRDefault="007A3C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79B438D6" w14:textId="77777777" w:rsidR="007A3C1D" w:rsidRPr="009C54AE" w:rsidRDefault="007A3C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11F56A19" w14:textId="77777777" w:rsidR="007A3C1D" w:rsidRPr="009C54AE" w:rsidRDefault="007A3C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EF3FA68" w14:textId="77777777" w:rsidR="007A3C1D" w:rsidRPr="009C54AE" w:rsidRDefault="007A3C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40DA1989" w14:textId="77777777" w:rsidR="007A3C1D" w:rsidRPr="009C54AE" w:rsidRDefault="007A3C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F1E2A35" w14:textId="77777777" w:rsidR="007A3C1D" w:rsidRPr="009C54AE" w:rsidRDefault="007A3C1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3461F3A" w14:textId="77777777" w:rsidR="007A3C1D" w:rsidRPr="009C54AE" w:rsidRDefault="007A3C1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428C42A" w14:textId="77777777" w:rsidR="007A3C1D" w:rsidRPr="009C54AE" w:rsidRDefault="007A3C1D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AFA8621" w14:textId="77777777" w:rsidR="007A3C1D" w:rsidRPr="009C54AE" w:rsidRDefault="00052F1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7A3C1D" w:rsidRPr="00052F19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7A3C1D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7F87807" w14:textId="77777777" w:rsidR="007A3C1D" w:rsidRPr="009C54AE" w:rsidRDefault="007A3C1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2218ECA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6FCAF4" w14:textId="77777777" w:rsidR="007A3C1D" w:rsidRPr="009C54AE" w:rsidRDefault="007A3C1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EA1DDE" w14:textId="77777777" w:rsidR="00547241" w:rsidRDefault="005472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9B7F3" w14:textId="59D82401" w:rsidR="007A3C1D" w:rsidRDefault="007A3C1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50A2BFCA" w14:textId="77777777" w:rsidR="007A3C1D" w:rsidRDefault="007A3C1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A49269" w14:textId="77777777" w:rsidR="007A3C1D" w:rsidRPr="00874E98" w:rsidRDefault="00BE1B49" w:rsidP="00BE1B49">
      <w:pPr>
        <w:rPr>
          <w:b/>
          <w:sz w:val="24"/>
          <w:szCs w:val="24"/>
        </w:rPr>
      </w:pPr>
      <w:r w:rsidRPr="00874E98">
        <w:rPr>
          <w:b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7A3C1D" w:rsidRPr="009C54AE" w14:paraId="1A133903" w14:textId="77777777" w:rsidTr="00745302">
        <w:tc>
          <w:tcPr>
            <w:tcW w:w="9670" w:type="dxa"/>
          </w:tcPr>
          <w:p w14:paraId="5A917A71" w14:textId="77777777" w:rsidR="007A3C1D" w:rsidRPr="00BD59CA" w:rsidRDefault="0041400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72601A">
              <w:rPr>
                <w:rFonts w:ascii="Corbel" w:hAnsi="Corbel"/>
                <w:b w:val="0"/>
                <w:smallCaps w:val="0"/>
                <w:szCs w:val="24"/>
              </w:rPr>
              <w:t>Podstawowa wiedza z zakresu stosunków międzynarodowych i nauk o bezpieczeństwie.</w:t>
            </w:r>
          </w:p>
        </w:tc>
      </w:tr>
    </w:tbl>
    <w:p w14:paraId="185D45F0" w14:textId="77777777" w:rsidR="007A3C1D" w:rsidRPr="00874E98" w:rsidRDefault="00BE1B49" w:rsidP="00BE1B49">
      <w:pPr>
        <w:jc w:val="both"/>
        <w:rPr>
          <w:rFonts w:ascii="Corbel" w:hAnsi="Corbel"/>
          <w:b/>
          <w:bCs/>
          <w:kern w:val="32"/>
          <w:sz w:val="24"/>
          <w:szCs w:val="32"/>
        </w:rPr>
      </w:pPr>
      <w:r w:rsidRPr="00BE1B49">
        <w:rPr>
          <w:szCs w:val="24"/>
        </w:rPr>
        <w:lastRenderedPageBreak/>
        <w:t xml:space="preserve">3. </w:t>
      </w:r>
      <w:r w:rsidR="00052F19">
        <w:rPr>
          <w:rStyle w:val="Nagwek1Znak"/>
          <w:rFonts w:eastAsia="Calibri"/>
        </w:rPr>
        <w:t>CELE, EFEKTY UCZENIA SIĘ</w:t>
      </w:r>
      <w:r w:rsidRPr="00BE1B49">
        <w:rPr>
          <w:rStyle w:val="Nagwek1Znak"/>
          <w:rFonts w:eastAsia="Calibri"/>
        </w:rPr>
        <w:t>, TREŚCI PROGRAMOWE I STOSOWANE METODY DYDAKTYCZNE</w:t>
      </w:r>
    </w:p>
    <w:p w14:paraId="4D50D3A4" w14:textId="77777777" w:rsidR="007A3C1D" w:rsidRDefault="007A3C1D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0D4110C" w14:textId="77777777" w:rsidR="007A3C1D" w:rsidRPr="009C54AE" w:rsidRDefault="007A3C1D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3"/>
        <w:gridCol w:w="8677"/>
      </w:tblGrid>
      <w:tr w:rsidR="007A3C1D" w:rsidRPr="009C54AE" w14:paraId="3E0C2091" w14:textId="77777777" w:rsidTr="00923D7D">
        <w:tc>
          <w:tcPr>
            <w:tcW w:w="851" w:type="dxa"/>
            <w:vAlign w:val="center"/>
          </w:tcPr>
          <w:p w14:paraId="529EC45D" w14:textId="77777777" w:rsidR="007A3C1D" w:rsidRPr="007A5D82" w:rsidRDefault="007A3C1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5D8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FDFF6CF" w14:textId="77777777" w:rsidR="007A3C1D" w:rsidRPr="0072601A" w:rsidRDefault="002F4E76" w:rsidP="003D3CB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2601A">
              <w:rPr>
                <w:rFonts w:ascii="Corbel" w:hAnsi="Corbel"/>
                <w:b w:val="0"/>
                <w:sz w:val="24"/>
                <w:szCs w:val="24"/>
              </w:rPr>
              <w:t>Zapoznanie z procesami</w:t>
            </w:r>
            <w:r w:rsidR="007A3C1D" w:rsidRPr="007260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2601A">
              <w:rPr>
                <w:rFonts w:ascii="Corbel" w:hAnsi="Corbel"/>
                <w:b w:val="0"/>
                <w:sz w:val="24"/>
                <w:szCs w:val="24"/>
              </w:rPr>
              <w:t xml:space="preserve">historycznymi i </w:t>
            </w:r>
            <w:r w:rsidR="00E55E9A" w:rsidRPr="0072601A">
              <w:rPr>
                <w:rFonts w:ascii="Corbel" w:hAnsi="Corbel"/>
                <w:b w:val="0"/>
                <w:sz w:val="24"/>
                <w:szCs w:val="24"/>
              </w:rPr>
              <w:t>legislacyjn</w:t>
            </w:r>
            <w:r w:rsidRPr="0072601A">
              <w:rPr>
                <w:rFonts w:ascii="Corbel" w:hAnsi="Corbel"/>
                <w:b w:val="0"/>
                <w:sz w:val="24"/>
                <w:szCs w:val="24"/>
              </w:rPr>
              <w:t>ymi</w:t>
            </w:r>
            <w:r w:rsidR="001024E8" w:rsidRPr="007260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D385E" w:rsidRPr="0072601A">
              <w:rPr>
                <w:rFonts w:ascii="Corbel" w:hAnsi="Corbel"/>
                <w:b w:val="0"/>
                <w:sz w:val="24"/>
                <w:szCs w:val="24"/>
              </w:rPr>
              <w:t xml:space="preserve">w zakresie </w:t>
            </w:r>
            <w:r w:rsidRPr="0072601A">
              <w:rPr>
                <w:rFonts w:ascii="Corbel" w:hAnsi="Corbel"/>
                <w:b w:val="0"/>
                <w:sz w:val="24"/>
                <w:szCs w:val="24"/>
              </w:rPr>
              <w:t>stanowienia</w:t>
            </w:r>
            <w:r w:rsidR="008872C4" w:rsidRPr="0072601A">
              <w:rPr>
                <w:rFonts w:ascii="Corbel" w:hAnsi="Corbel"/>
                <w:b w:val="0"/>
                <w:sz w:val="24"/>
                <w:szCs w:val="24"/>
              </w:rPr>
              <w:t>/wytyczania</w:t>
            </w:r>
            <w:r w:rsidRPr="007260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D385E" w:rsidRPr="0072601A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="00FE1D52" w:rsidRPr="0072601A">
              <w:rPr>
                <w:rFonts w:ascii="Corbel" w:hAnsi="Corbel"/>
                <w:b w:val="0"/>
                <w:sz w:val="24"/>
                <w:szCs w:val="24"/>
              </w:rPr>
              <w:t>ochrony granic państwowych</w:t>
            </w:r>
            <w:r w:rsidRPr="007260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7A3C1D" w:rsidRPr="009C54AE" w14:paraId="7E112FD1" w14:textId="77777777" w:rsidTr="00923D7D">
        <w:tc>
          <w:tcPr>
            <w:tcW w:w="851" w:type="dxa"/>
            <w:vAlign w:val="center"/>
          </w:tcPr>
          <w:p w14:paraId="724A2B72" w14:textId="77777777" w:rsidR="007A3C1D" w:rsidRPr="007A5D82" w:rsidRDefault="007A3C1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71AD47" w14:textId="77777777" w:rsidR="007A3C1D" w:rsidRPr="0072601A" w:rsidRDefault="00742C7F" w:rsidP="00ED385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2601A">
              <w:rPr>
                <w:rFonts w:ascii="Corbel" w:hAnsi="Corbel"/>
                <w:b w:val="0"/>
                <w:sz w:val="24"/>
                <w:szCs w:val="24"/>
              </w:rPr>
              <w:t xml:space="preserve">Poznanie systemów ochrony i administracji granic państwowych </w:t>
            </w:r>
          </w:p>
        </w:tc>
      </w:tr>
      <w:tr w:rsidR="007A3C1D" w:rsidRPr="009C54AE" w14:paraId="2B4E33CF" w14:textId="77777777" w:rsidTr="00923D7D">
        <w:tc>
          <w:tcPr>
            <w:tcW w:w="851" w:type="dxa"/>
            <w:vAlign w:val="center"/>
          </w:tcPr>
          <w:p w14:paraId="74645983" w14:textId="77777777" w:rsidR="007A3C1D" w:rsidRPr="007A5D82" w:rsidRDefault="007A3C1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5D8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8CAE8B5" w14:textId="77777777" w:rsidR="007A3C1D" w:rsidRPr="0072601A" w:rsidRDefault="00742C7F" w:rsidP="00ED385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2601A">
              <w:rPr>
                <w:rFonts w:ascii="Corbel" w:hAnsi="Corbel"/>
                <w:b w:val="0"/>
                <w:sz w:val="24"/>
                <w:szCs w:val="24"/>
              </w:rPr>
              <w:t xml:space="preserve">Określenie głównych zagrożeń dla bezpieczeństwa granic Rzeczypospolitej Polskiej i strefy </w:t>
            </w:r>
            <w:proofErr w:type="spellStart"/>
            <w:r w:rsidRPr="0072601A">
              <w:rPr>
                <w:rFonts w:ascii="Corbel" w:hAnsi="Corbel"/>
                <w:b w:val="0"/>
                <w:sz w:val="24"/>
                <w:szCs w:val="24"/>
              </w:rPr>
              <w:t>Schengen</w:t>
            </w:r>
            <w:proofErr w:type="spellEnd"/>
            <w:r w:rsidRPr="007260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7A3C1D" w:rsidRPr="009C54AE" w14:paraId="23619E56" w14:textId="77777777" w:rsidTr="00923D7D">
        <w:tc>
          <w:tcPr>
            <w:tcW w:w="851" w:type="dxa"/>
            <w:vAlign w:val="center"/>
          </w:tcPr>
          <w:p w14:paraId="72264DAF" w14:textId="77777777" w:rsidR="007A3C1D" w:rsidRPr="007A5D82" w:rsidRDefault="007A3C1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5D8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27F2956" w14:textId="77777777" w:rsidR="00742C7F" w:rsidRPr="0072601A" w:rsidRDefault="00742C7F" w:rsidP="003D3CB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2601A">
              <w:rPr>
                <w:rFonts w:ascii="Corbel" w:hAnsi="Corbel"/>
                <w:b w:val="0"/>
                <w:sz w:val="24"/>
                <w:szCs w:val="24"/>
              </w:rPr>
              <w:t>Poznanie roli i zadań instytucji odpowiedzialnych za bezpieczeństwo, ochronę i administrację granicy państwowej Rzeczypospolitej Polskiej</w:t>
            </w:r>
          </w:p>
        </w:tc>
      </w:tr>
    </w:tbl>
    <w:p w14:paraId="730417C4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10A1D3" w14:textId="77777777" w:rsidR="00052F19" w:rsidRDefault="00052F19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3C1D23F3" w14:textId="77777777" w:rsidR="007A3C1D" w:rsidRDefault="007A3C1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44F8E457" w14:textId="77777777" w:rsidR="0000043A" w:rsidRDefault="0000043A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9"/>
        <w:gridCol w:w="5976"/>
        <w:gridCol w:w="1865"/>
      </w:tblGrid>
      <w:tr w:rsidR="0000043A" w:rsidRPr="009C54AE" w14:paraId="0062A405" w14:textId="77777777" w:rsidTr="00C6646D">
        <w:tc>
          <w:tcPr>
            <w:tcW w:w="1701" w:type="dxa"/>
            <w:vAlign w:val="center"/>
          </w:tcPr>
          <w:p w14:paraId="1B5CA6E3" w14:textId="77777777" w:rsidR="0000043A" w:rsidRPr="009C54AE" w:rsidRDefault="0000043A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C7B1EAB" w14:textId="77777777" w:rsidR="0000043A" w:rsidRPr="009C54AE" w:rsidRDefault="0000043A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A54558C" w14:textId="77777777" w:rsidR="0000043A" w:rsidRPr="009C54AE" w:rsidRDefault="0000043A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0043A" w:rsidRPr="001C16A9" w14:paraId="65C706EB" w14:textId="77777777" w:rsidTr="00C6646D">
        <w:tc>
          <w:tcPr>
            <w:tcW w:w="1701" w:type="dxa"/>
          </w:tcPr>
          <w:p w14:paraId="633B0438" w14:textId="77777777" w:rsidR="0000043A" w:rsidRPr="00ED03D7" w:rsidRDefault="0000043A" w:rsidP="00C6646D">
            <w:pPr>
              <w:autoSpaceDE w:val="0"/>
              <w:autoSpaceDN w:val="0"/>
              <w:adjustRightInd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ED03D7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6A1DBF38" w14:textId="77777777" w:rsidR="0000043A" w:rsidRPr="00ED03D7" w:rsidRDefault="0000043A" w:rsidP="00C6646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ED03D7">
              <w:rPr>
                <w:rFonts w:ascii="Corbel" w:hAnsi="Corbel"/>
                <w:sz w:val="24"/>
                <w:szCs w:val="24"/>
              </w:rPr>
              <w:t>Zna i rozumie w zaawansowanym stopniu właściwości i mechanizmy wyznaczone w obszarze ochrony granic i  ich znaczenie dla bezpieczeństwa państwa</w:t>
            </w:r>
          </w:p>
        </w:tc>
        <w:tc>
          <w:tcPr>
            <w:tcW w:w="1873" w:type="dxa"/>
          </w:tcPr>
          <w:p w14:paraId="123DBEA2" w14:textId="77777777" w:rsidR="0000043A" w:rsidRPr="00294D67" w:rsidRDefault="0000043A" w:rsidP="00C6646D">
            <w:pPr>
              <w:autoSpaceDE w:val="0"/>
              <w:autoSpaceDN w:val="0"/>
              <w:adjustRightInd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294D67">
              <w:rPr>
                <w:rFonts w:ascii="Corbel" w:hAnsi="Corbel"/>
                <w:sz w:val="24"/>
                <w:szCs w:val="24"/>
              </w:rPr>
              <w:t>K_W</w:t>
            </w:r>
            <w:r>
              <w:rPr>
                <w:rFonts w:ascii="Corbel" w:hAnsi="Corbel"/>
                <w:sz w:val="24"/>
                <w:szCs w:val="24"/>
              </w:rPr>
              <w:t>02</w:t>
            </w:r>
          </w:p>
        </w:tc>
      </w:tr>
      <w:tr w:rsidR="0000043A" w:rsidRPr="001C16A9" w14:paraId="24B767C0" w14:textId="77777777" w:rsidTr="00C6646D">
        <w:tc>
          <w:tcPr>
            <w:tcW w:w="1701" w:type="dxa"/>
          </w:tcPr>
          <w:p w14:paraId="1F615CCF" w14:textId="77777777" w:rsidR="0000043A" w:rsidRPr="00ED03D7" w:rsidRDefault="0000043A" w:rsidP="00C6646D">
            <w:pPr>
              <w:autoSpaceDE w:val="0"/>
              <w:autoSpaceDN w:val="0"/>
              <w:adjustRightInd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ED03D7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75323934" w14:textId="77777777" w:rsidR="0000043A" w:rsidRPr="00ED03D7" w:rsidRDefault="0000043A" w:rsidP="00C6646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ED03D7">
              <w:rPr>
                <w:rFonts w:ascii="Corbel" w:hAnsi="Corbel"/>
                <w:sz w:val="24"/>
                <w:szCs w:val="24"/>
              </w:rPr>
              <w:t xml:space="preserve">Zna i rozumie w zaawansowanym stopniu </w:t>
            </w:r>
            <w:r w:rsidRPr="00ED03D7">
              <w:rPr>
                <w:rFonts w:ascii="Corbel" w:eastAsia="Times New Roman" w:hAnsi="Corbel"/>
                <w:sz w:val="24"/>
                <w:szCs w:val="24"/>
              </w:rPr>
              <w:t>normy i reguły rządzące strukturami i instytucjami odpowiedzialnymi za bezpieczeństwo i ochronę i kontrolę granic państwowych</w:t>
            </w:r>
          </w:p>
        </w:tc>
        <w:tc>
          <w:tcPr>
            <w:tcW w:w="1873" w:type="dxa"/>
          </w:tcPr>
          <w:p w14:paraId="22C96F16" w14:textId="77777777" w:rsidR="0000043A" w:rsidRPr="00294D67" w:rsidRDefault="0000043A" w:rsidP="00C6646D">
            <w:pPr>
              <w:autoSpaceDE w:val="0"/>
              <w:autoSpaceDN w:val="0"/>
              <w:adjustRightInd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294D67">
              <w:rPr>
                <w:rFonts w:ascii="Corbel" w:hAnsi="Corbel"/>
                <w:sz w:val="24"/>
                <w:szCs w:val="24"/>
              </w:rPr>
              <w:t>K_</w:t>
            </w:r>
            <w:r>
              <w:rPr>
                <w:rFonts w:ascii="Corbel" w:hAnsi="Corbel"/>
                <w:sz w:val="24"/>
                <w:szCs w:val="24"/>
              </w:rPr>
              <w:t>W03</w:t>
            </w:r>
          </w:p>
        </w:tc>
      </w:tr>
      <w:tr w:rsidR="0000043A" w:rsidRPr="001C16A9" w14:paraId="019BD777" w14:textId="77777777" w:rsidTr="00C6646D">
        <w:tc>
          <w:tcPr>
            <w:tcW w:w="1701" w:type="dxa"/>
          </w:tcPr>
          <w:p w14:paraId="2B13F28A" w14:textId="77777777" w:rsidR="0000043A" w:rsidRPr="00ED03D7" w:rsidRDefault="0000043A" w:rsidP="00C6646D">
            <w:pPr>
              <w:autoSpaceDE w:val="0"/>
              <w:autoSpaceDN w:val="0"/>
              <w:adjustRightInd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ED03D7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374C5E0B" w14:textId="77777777" w:rsidR="0000043A" w:rsidRPr="00ED03D7" w:rsidRDefault="0000043A" w:rsidP="00C6646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ED03D7">
              <w:rPr>
                <w:rFonts w:ascii="Corbel" w:hAnsi="Corbel"/>
                <w:sz w:val="24"/>
                <w:szCs w:val="24"/>
              </w:rPr>
              <w:t>Potrafi gromadzić, hierarchizować, przetwarzać i prezentować informacje w zakresie bezpieczeństwa granic państwowych Rzeczypospolitej Polskiej</w:t>
            </w:r>
          </w:p>
        </w:tc>
        <w:tc>
          <w:tcPr>
            <w:tcW w:w="1873" w:type="dxa"/>
          </w:tcPr>
          <w:p w14:paraId="07C09189" w14:textId="77777777" w:rsidR="0000043A" w:rsidRPr="00294D67" w:rsidRDefault="0000043A" w:rsidP="00C6646D">
            <w:pPr>
              <w:autoSpaceDE w:val="0"/>
              <w:autoSpaceDN w:val="0"/>
              <w:adjustRightInd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294D67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0043A" w:rsidRPr="001C16A9" w14:paraId="6F699CB0" w14:textId="77777777" w:rsidTr="00C6646D">
        <w:tc>
          <w:tcPr>
            <w:tcW w:w="1701" w:type="dxa"/>
          </w:tcPr>
          <w:p w14:paraId="52A5A787" w14:textId="77777777" w:rsidR="0000043A" w:rsidRPr="00ED03D7" w:rsidRDefault="0000043A" w:rsidP="00C6646D">
            <w:pPr>
              <w:autoSpaceDE w:val="0"/>
              <w:autoSpaceDN w:val="0"/>
              <w:adjustRightInd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ED03D7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3818C1D5" w14:textId="77777777" w:rsidR="0000043A" w:rsidRPr="00ED03D7" w:rsidRDefault="0000043A" w:rsidP="00C664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D03D7">
              <w:rPr>
                <w:rFonts w:ascii="Corbel" w:hAnsi="Corbel"/>
                <w:sz w:val="24"/>
                <w:szCs w:val="24"/>
              </w:rPr>
              <w:t>Jest gotów do aktywnego uczestniczenia w przygotowywaniu projektów społecznych uwzględniających aspekty polityczne i prawne określonych problemów bezpieczeństwa granic państwowych.</w:t>
            </w:r>
          </w:p>
        </w:tc>
        <w:tc>
          <w:tcPr>
            <w:tcW w:w="1873" w:type="dxa"/>
          </w:tcPr>
          <w:p w14:paraId="28D0DAE0" w14:textId="77777777" w:rsidR="0000043A" w:rsidRPr="00294D67" w:rsidRDefault="0000043A" w:rsidP="00C6646D">
            <w:pPr>
              <w:autoSpaceDE w:val="0"/>
              <w:autoSpaceDN w:val="0"/>
              <w:adjustRightInd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294D67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41ACF98F" w14:textId="77777777" w:rsidR="0000043A" w:rsidRDefault="0000043A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3EEB2E6" w14:textId="77777777" w:rsidR="007A3C1D" w:rsidRPr="009C54AE" w:rsidRDefault="007A3C1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</w:p>
    <w:p w14:paraId="567C63D3" w14:textId="77777777" w:rsidR="00BD59CA" w:rsidRDefault="00BD59CA" w:rsidP="00BD59CA">
      <w:pPr>
        <w:pStyle w:val="Akapitzlist"/>
        <w:spacing w:line="240" w:lineRule="auto"/>
        <w:ind w:left="0"/>
        <w:jc w:val="both"/>
        <w:rPr>
          <w:rFonts w:ascii="Corbel" w:hAnsi="Corbel"/>
          <w:sz w:val="24"/>
          <w:szCs w:val="24"/>
        </w:rPr>
      </w:pPr>
    </w:p>
    <w:p w14:paraId="7D0E6D64" w14:textId="77777777" w:rsidR="007A3C1D" w:rsidRPr="00BD59CA" w:rsidRDefault="00BD59CA" w:rsidP="00BD59CA">
      <w:pPr>
        <w:pStyle w:val="Akapitzlist"/>
        <w:spacing w:line="240" w:lineRule="auto"/>
        <w:ind w:left="0" w:firstLine="708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B.</w:t>
      </w:r>
      <w:r w:rsidR="00DB6855">
        <w:rPr>
          <w:rFonts w:ascii="Corbel" w:hAnsi="Corbel"/>
          <w:sz w:val="24"/>
          <w:szCs w:val="24"/>
        </w:rPr>
        <w:t xml:space="preserve"> </w:t>
      </w:r>
      <w:r w:rsidR="007A3C1D" w:rsidRPr="00BD59CA">
        <w:rPr>
          <w:rFonts w:ascii="Corbel" w:hAnsi="Corbel"/>
          <w:sz w:val="24"/>
          <w:szCs w:val="24"/>
        </w:rPr>
        <w:t>Problematyka ćwiczeń konwersatoryjnych</w:t>
      </w:r>
    </w:p>
    <w:p w14:paraId="2D878A11" w14:textId="77777777" w:rsidR="007A3C1D" w:rsidRPr="009C54AE" w:rsidRDefault="007A3C1D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7A3C1D" w:rsidRPr="009C54AE" w14:paraId="7F16D31F" w14:textId="77777777" w:rsidTr="00923D7D">
        <w:tc>
          <w:tcPr>
            <w:tcW w:w="9639" w:type="dxa"/>
          </w:tcPr>
          <w:p w14:paraId="43C88804" w14:textId="77777777" w:rsidR="007A3C1D" w:rsidRPr="009C54AE" w:rsidRDefault="007A3C1D" w:rsidP="00547241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3C1D" w:rsidRPr="009C54AE" w14:paraId="1EA703C1" w14:textId="77777777" w:rsidTr="00923D7D">
        <w:tc>
          <w:tcPr>
            <w:tcW w:w="9639" w:type="dxa"/>
          </w:tcPr>
          <w:p w14:paraId="29AE4C04" w14:textId="77777777" w:rsidR="007A3C1D" w:rsidRPr="00EB676A" w:rsidRDefault="00294D67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Granice geograficzne i administracyjne na świecie</w:t>
            </w:r>
          </w:p>
        </w:tc>
      </w:tr>
      <w:tr w:rsidR="007A3C1D" w:rsidRPr="009C54AE" w14:paraId="46E33A99" w14:textId="77777777" w:rsidTr="00923D7D">
        <w:tc>
          <w:tcPr>
            <w:tcW w:w="9639" w:type="dxa"/>
          </w:tcPr>
          <w:p w14:paraId="0847D5D6" w14:textId="77777777" w:rsidR="007A3C1D" w:rsidRPr="00EB676A" w:rsidRDefault="00807E5E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 xml:space="preserve">Systemy i organizacja ochrony granic państwowych na świecie </w:t>
            </w:r>
          </w:p>
        </w:tc>
      </w:tr>
      <w:tr w:rsidR="007A3C1D" w:rsidRPr="009C54AE" w14:paraId="77FD691A" w14:textId="77777777" w:rsidTr="00923D7D">
        <w:tc>
          <w:tcPr>
            <w:tcW w:w="9639" w:type="dxa"/>
          </w:tcPr>
          <w:p w14:paraId="164BE0D8" w14:textId="77777777" w:rsidR="007A3C1D" w:rsidRPr="00EB676A" w:rsidRDefault="00807E5E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Historia kształtowania granic Polski</w:t>
            </w:r>
          </w:p>
        </w:tc>
      </w:tr>
      <w:tr w:rsidR="007A3C1D" w:rsidRPr="009C54AE" w14:paraId="120BDEC9" w14:textId="77777777" w:rsidTr="00923D7D">
        <w:tc>
          <w:tcPr>
            <w:tcW w:w="9639" w:type="dxa"/>
          </w:tcPr>
          <w:p w14:paraId="4FB5F1D9" w14:textId="77777777" w:rsidR="007A3C1D" w:rsidRPr="00EB676A" w:rsidRDefault="00807E5E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Współczesny przebieg i ukształtowanie granicy Rzeczypospolitej Polskiej</w:t>
            </w:r>
          </w:p>
        </w:tc>
      </w:tr>
      <w:tr w:rsidR="007A3C1D" w:rsidRPr="009C54AE" w14:paraId="68336DB9" w14:textId="77777777" w:rsidTr="00923D7D">
        <w:tc>
          <w:tcPr>
            <w:tcW w:w="9639" w:type="dxa"/>
          </w:tcPr>
          <w:p w14:paraId="6C6E8D66" w14:textId="77777777" w:rsidR="007A3C1D" w:rsidRPr="00EB676A" w:rsidRDefault="00807E5E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lastRenderedPageBreak/>
              <w:t>Podstawy prawne wytyczenia i oznaczania granic Rzeczypospolitej Polskiej (linia graniczna, pas drogi granicznej, strefa nadgraniczna, granica morska)</w:t>
            </w:r>
          </w:p>
        </w:tc>
      </w:tr>
      <w:tr w:rsidR="007A3C1D" w:rsidRPr="009C54AE" w14:paraId="1F541687" w14:textId="77777777" w:rsidTr="00923D7D">
        <w:tc>
          <w:tcPr>
            <w:tcW w:w="9639" w:type="dxa"/>
          </w:tcPr>
          <w:p w14:paraId="18055329" w14:textId="77777777" w:rsidR="008117D5" w:rsidRPr="00EB676A" w:rsidRDefault="008B6873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 xml:space="preserve">Granice Unii Europejskiej i strefy </w:t>
            </w:r>
            <w:proofErr w:type="spellStart"/>
            <w:r w:rsidRPr="00EB676A">
              <w:rPr>
                <w:rFonts w:ascii="Corbel" w:hAnsi="Corbel"/>
                <w:sz w:val="24"/>
                <w:szCs w:val="24"/>
              </w:rPr>
              <w:t>Schengen</w:t>
            </w:r>
            <w:proofErr w:type="spellEnd"/>
          </w:p>
        </w:tc>
      </w:tr>
      <w:tr w:rsidR="007A3C1D" w:rsidRPr="009C54AE" w14:paraId="703001AD" w14:textId="77777777" w:rsidTr="00923D7D">
        <w:tc>
          <w:tcPr>
            <w:tcW w:w="9639" w:type="dxa"/>
          </w:tcPr>
          <w:p w14:paraId="77F0E938" w14:textId="77777777" w:rsidR="00AA4505" w:rsidRPr="00EB676A" w:rsidRDefault="008B6873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System ochrony granic Rzeczypospolitej Polskiej</w:t>
            </w:r>
          </w:p>
        </w:tc>
      </w:tr>
      <w:tr w:rsidR="007A3C1D" w:rsidRPr="009C54AE" w14:paraId="0330B919" w14:textId="77777777" w:rsidTr="00923D7D">
        <w:tc>
          <w:tcPr>
            <w:tcW w:w="9639" w:type="dxa"/>
          </w:tcPr>
          <w:p w14:paraId="7CBD3F42" w14:textId="77777777" w:rsidR="00571476" w:rsidRPr="00EB676A" w:rsidRDefault="00361638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Uwarunkowania prawne i tryb administracyjny przekraczania granic Rzeczypospolitej Polskiej</w:t>
            </w:r>
            <w:r w:rsidR="00571476" w:rsidRPr="00EB676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A3C1D" w:rsidRPr="009C54AE" w14:paraId="5FCD026B" w14:textId="77777777" w:rsidTr="00923D7D">
        <w:tc>
          <w:tcPr>
            <w:tcW w:w="9639" w:type="dxa"/>
          </w:tcPr>
          <w:p w14:paraId="7F3999C4" w14:textId="77777777" w:rsidR="00ED385E" w:rsidRPr="00EB676A" w:rsidRDefault="00645290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676A">
              <w:rPr>
                <w:rFonts w:ascii="Corbel" w:hAnsi="Corbel"/>
                <w:sz w:val="24"/>
                <w:szCs w:val="24"/>
              </w:rPr>
              <w:t>Skal</w:t>
            </w:r>
            <w:proofErr w:type="spellEnd"/>
            <w:r w:rsidRPr="00EB676A">
              <w:rPr>
                <w:rFonts w:ascii="Corbel" w:hAnsi="Corbel"/>
                <w:sz w:val="24"/>
                <w:szCs w:val="24"/>
              </w:rPr>
              <w:t xml:space="preserve"> a i dynamika przepływu osób i towarów przez granice Rzeczypospolitej Polskiej</w:t>
            </w:r>
          </w:p>
        </w:tc>
      </w:tr>
      <w:tr w:rsidR="00361638" w:rsidRPr="009C54AE" w14:paraId="50ADEC40" w14:textId="77777777" w:rsidTr="00923D7D">
        <w:tc>
          <w:tcPr>
            <w:tcW w:w="9639" w:type="dxa"/>
          </w:tcPr>
          <w:p w14:paraId="56E2AA59" w14:textId="77777777" w:rsidR="00361638" w:rsidRPr="00EB676A" w:rsidRDefault="00645290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Zagrożenia transgraniczne w obszarze funkcjonowaniem granic państwowych</w:t>
            </w:r>
          </w:p>
        </w:tc>
      </w:tr>
      <w:tr w:rsidR="00361638" w:rsidRPr="009C54AE" w14:paraId="1D4B8010" w14:textId="77777777" w:rsidTr="00923D7D">
        <w:tc>
          <w:tcPr>
            <w:tcW w:w="9639" w:type="dxa"/>
          </w:tcPr>
          <w:p w14:paraId="3B4D3DE0" w14:textId="77777777" w:rsidR="00361638" w:rsidRPr="00EB676A" w:rsidRDefault="00361638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Polskie instytucje graniczne w latach 1918-1991</w:t>
            </w:r>
          </w:p>
        </w:tc>
      </w:tr>
      <w:tr w:rsidR="007A3C1D" w:rsidRPr="009C54AE" w14:paraId="6AA44277" w14:textId="77777777" w:rsidTr="00923D7D">
        <w:tc>
          <w:tcPr>
            <w:tcW w:w="9639" w:type="dxa"/>
          </w:tcPr>
          <w:p w14:paraId="747C9670" w14:textId="77777777" w:rsidR="00231726" w:rsidRPr="00EB676A" w:rsidRDefault="00231726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 xml:space="preserve">Straż Graniczna </w:t>
            </w:r>
            <w:r w:rsidR="00645290" w:rsidRPr="00EB676A">
              <w:rPr>
                <w:rFonts w:ascii="Corbel" w:hAnsi="Corbel"/>
                <w:sz w:val="24"/>
                <w:szCs w:val="24"/>
              </w:rPr>
              <w:t xml:space="preserve">RP </w:t>
            </w:r>
            <w:r w:rsidRPr="00EB676A">
              <w:rPr>
                <w:rFonts w:ascii="Corbel" w:hAnsi="Corbel"/>
                <w:sz w:val="24"/>
                <w:szCs w:val="24"/>
              </w:rPr>
              <w:t xml:space="preserve">w systemie w systemie ochrony granic </w:t>
            </w:r>
            <w:r w:rsidR="00645290" w:rsidRPr="00EB676A">
              <w:rPr>
                <w:rFonts w:ascii="Corbel" w:hAnsi="Corbel"/>
                <w:sz w:val="24"/>
                <w:szCs w:val="24"/>
              </w:rPr>
              <w:t>w latach 1991-2022</w:t>
            </w:r>
          </w:p>
        </w:tc>
      </w:tr>
      <w:tr w:rsidR="007A3C1D" w:rsidRPr="009C54AE" w14:paraId="47082257" w14:textId="77777777" w:rsidTr="00923D7D">
        <w:tc>
          <w:tcPr>
            <w:tcW w:w="9639" w:type="dxa"/>
          </w:tcPr>
          <w:p w14:paraId="3A96D221" w14:textId="77777777" w:rsidR="00231726" w:rsidRPr="00EB676A" w:rsidRDefault="00231726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 xml:space="preserve">Krajowa Administracja Skarbowa </w:t>
            </w:r>
            <w:r w:rsidR="00524FB2" w:rsidRPr="00EB676A">
              <w:rPr>
                <w:rFonts w:ascii="Corbel" w:hAnsi="Corbel"/>
                <w:sz w:val="24"/>
                <w:szCs w:val="24"/>
              </w:rPr>
              <w:t>w systemie odpraw granicznych</w:t>
            </w:r>
          </w:p>
        </w:tc>
      </w:tr>
      <w:tr w:rsidR="007A3C1D" w:rsidRPr="009C54AE" w14:paraId="70664811" w14:textId="77777777" w:rsidTr="00923D7D">
        <w:tc>
          <w:tcPr>
            <w:tcW w:w="9639" w:type="dxa"/>
          </w:tcPr>
          <w:p w14:paraId="1E1A4218" w14:textId="77777777" w:rsidR="00571476" w:rsidRPr="00EB676A" w:rsidRDefault="00571476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Graniczna kontrola fitosanitarna</w:t>
            </w:r>
          </w:p>
        </w:tc>
      </w:tr>
      <w:tr w:rsidR="007A3C1D" w:rsidRPr="009C54AE" w14:paraId="3622EB79" w14:textId="77777777" w:rsidTr="00923D7D">
        <w:tc>
          <w:tcPr>
            <w:tcW w:w="9639" w:type="dxa"/>
          </w:tcPr>
          <w:p w14:paraId="1EE79A9B" w14:textId="77777777" w:rsidR="00571476" w:rsidRPr="00EB676A" w:rsidRDefault="00571476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 xml:space="preserve">Współpraca Straży Granicznej, Sił Zbrojnych RP, Policji, Krajowej Administracji Skarbowej, </w:t>
            </w:r>
            <w:r w:rsidR="00FD64EA" w:rsidRPr="00EB676A">
              <w:rPr>
                <w:rFonts w:ascii="Corbel" w:hAnsi="Corbel"/>
                <w:sz w:val="24"/>
                <w:szCs w:val="24"/>
              </w:rPr>
              <w:t>S</w:t>
            </w:r>
            <w:r w:rsidRPr="00EB676A">
              <w:rPr>
                <w:rFonts w:ascii="Corbel" w:hAnsi="Corbel"/>
                <w:sz w:val="24"/>
                <w:szCs w:val="24"/>
              </w:rPr>
              <w:t>łużb Specjalnych w ochronie granicy państwowej RP</w:t>
            </w:r>
          </w:p>
        </w:tc>
      </w:tr>
      <w:tr w:rsidR="007A3C1D" w:rsidRPr="009C54AE" w14:paraId="2D4D2DA3" w14:textId="77777777" w:rsidTr="00923D7D">
        <w:tc>
          <w:tcPr>
            <w:tcW w:w="9639" w:type="dxa"/>
          </w:tcPr>
          <w:p w14:paraId="74B05F83" w14:textId="77777777" w:rsidR="00571476" w:rsidRPr="00EB676A" w:rsidRDefault="00571476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 xml:space="preserve">Międzynarodowa współpraca Polski w zakresie ochrony granic Rzeczypospolitej Polskiej  </w:t>
            </w:r>
          </w:p>
        </w:tc>
      </w:tr>
      <w:tr w:rsidR="007A3C1D" w:rsidRPr="009C54AE" w14:paraId="1A7CFE3B" w14:textId="77777777" w:rsidTr="00923D7D">
        <w:tc>
          <w:tcPr>
            <w:tcW w:w="9639" w:type="dxa"/>
          </w:tcPr>
          <w:p w14:paraId="04DC823D" w14:textId="77777777" w:rsidR="00571476" w:rsidRPr="00EB676A" w:rsidRDefault="00571476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 xml:space="preserve">Zintegrowane zarządzanie granicami strefy </w:t>
            </w:r>
            <w:proofErr w:type="spellStart"/>
            <w:r w:rsidRPr="00EB676A">
              <w:rPr>
                <w:rFonts w:ascii="Corbel" w:hAnsi="Corbel"/>
                <w:sz w:val="24"/>
                <w:szCs w:val="24"/>
              </w:rPr>
              <w:t>Schengen</w:t>
            </w:r>
            <w:proofErr w:type="spellEnd"/>
          </w:p>
        </w:tc>
      </w:tr>
      <w:tr w:rsidR="007A3C1D" w:rsidRPr="009C54AE" w14:paraId="3E6C9B2C" w14:textId="77777777" w:rsidTr="00923D7D">
        <w:tc>
          <w:tcPr>
            <w:tcW w:w="9639" w:type="dxa"/>
          </w:tcPr>
          <w:p w14:paraId="4831ED62" w14:textId="77777777" w:rsidR="00FD64EA" w:rsidRPr="00EB676A" w:rsidRDefault="004B3563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 xml:space="preserve">Instytucje wspomagające i wykonawcze w zintegrowanym systemie zarządzania granicami  zewnętrznymi strefy </w:t>
            </w:r>
            <w:proofErr w:type="spellStart"/>
            <w:r w:rsidRPr="00EB676A">
              <w:rPr>
                <w:rFonts w:ascii="Corbel" w:hAnsi="Corbel"/>
                <w:sz w:val="24"/>
                <w:szCs w:val="24"/>
              </w:rPr>
              <w:t>Schengen</w:t>
            </w:r>
            <w:proofErr w:type="spellEnd"/>
          </w:p>
        </w:tc>
      </w:tr>
      <w:tr w:rsidR="007A3C1D" w:rsidRPr="009C54AE" w14:paraId="2BAE6534" w14:textId="77777777" w:rsidTr="00923D7D">
        <w:tc>
          <w:tcPr>
            <w:tcW w:w="9639" w:type="dxa"/>
          </w:tcPr>
          <w:p w14:paraId="6789C744" w14:textId="77777777" w:rsidR="004B3563" w:rsidRPr="00EB676A" w:rsidRDefault="004B3563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Nowoczesne technologie odpraw granicznych</w:t>
            </w:r>
          </w:p>
        </w:tc>
      </w:tr>
      <w:tr w:rsidR="007A3C1D" w:rsidRPr="009C54AE" w14:paraId="680EC928" w14:textId="77777777" w:rsidTr="00923D7D">
        <w:tc>
          <w:tcPr>
            <w:tcW w:w="9639" w:type="dxa"/>
          </w:tcPr>
          <w:p w14:paraId="5C6D4C23" w14:textId="77777777" w:rsidR="007A3C1D" w:rsidRPr="00EB676A" w:rsidRDefault="007A3C1D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Wyzwania dla ochrony granic w XXI wieku</w:t>
            </w:r>
          </w:p>
        </w:tc>
      </w:tr>
    </w:tbl>
    <w:p w14:paraId="1A47F9B2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42E64C" w14:textId="77777777" w:rsidR="007A3C1D" w:rsidRPr="009C54AE" w:rsidRDefault="007A3C1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F89DA22" w14:textId="77777777" w:rsidR="007A3C1D" w:rsidRPr="00153C41" w:rsidRDefault="007A3C1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4682331A" w14:textId="77777777" w:rsidR="00F554E8" w:rsidRPr="00D617D6" w:rsidRDefault="00F554E8" w:rsidP="00F554E8">
      <w:pPr>
        <w:spacing w:after="0" w:line="240" w:lineRule="auto"/>
        <w:jc w:val="both"/>
        <w:rPr>
          <w:rFonts w:ascii="Corbel" w:eastAsia="Arial" w:hAnsi="Corbel" w:cs="Arial"/>
          <w:i/>
          <w:iCs/>
          <w:color w:val="000000" w:themeColor="text1"/>
          <w:sz w:val="24"/>
          <w:szCs w:val="24"/>
        </w:rPr>
      </w:pPr>
      <w:r>
        <w:rPr>
          <w:rFonts w:ascii="Corbel" w:eastAsia="Arial" w:hAnsi="Corbel" w:cs="Arial"/>
          <w:color w:val="000000" w:themeColor="text1"/>
          <w:sz w:val="24"/>
          <w:szCs w:val="24"/>
        </w:rPr>
        <w:t>Prezentacje zagadnień, d</w:t>
      </w:r>
      <w:r w:rsidRPr="1BDF6459">
        <w:rPr>
          <w:rFonts w:ascii="Corbel" w:eastAsia="Arial" w:hAnsi="Corbel" w:cs="Arial"/>
          <w:color w:val="000000" w:themeColor="text1"/>
          <w:sz w:val="24"/>
          <w:szCs w:val="24"/>
        </w:rPr>
        <w:t>yskusja, praca w grupach, analiza i interpretacja tekstów źródłowych.</w:t>
      </w:r>
    </w:p>
    <w:p w14:paraId="0BEF43BE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067496" w14:textId="77777777" w:rsidR="007A3C1D" w:rsidRPr="009C54AE" w:rsidRDefault="007A3C1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13B390E9" w14:textId="77777777" w:rsidR="007A3C1D" w:rsidRPr="009C54AE" w:rsidRDefault="007A3C1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CAFC34" w14:textId="77777777" w:rsidR="007A3C1D" w:rsidRPr="009C54AE" w:rsidRDefault="007A3C1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83A54A0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3"/>
        <w:gridCol w:w="5714"/>
        <w:gridCol w:w="2123"/>
      </w:tblGrid>
      <w:tr w:rsidR="007A3C1D" w:rsidRPr="009C54AE" w14:paraId="72E0CA4D" w14:textId="77777777" w:rsidTr="00EB2522">
        <w:tc>
          <w:tcPr>
            <w:tcW w:w="1701" w:type="dxa"/>
            <w:vAlign w:val="center"/>
          </w:tcPr>
          <w:p w14:paraId="40CD29CF" w14:textId="77777777" w:rsidR="007A3C1D" w:rsidRPr="009C54AE" w:rsidRDefault="007A3C1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19C9C012" w14:textId="77777777" w:rsidR="007A3C1D" w:rsidRPr="009C54AE" w:rsidRDefault="007A3C1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BDA2C28" w14:textId="77777777" w:rsidR="007A3C1D" w:rsidRPr="009C54AE" w:rsidRDefault="007A3C1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BDCEE86" w14:textId="77777777" w:rsidR="007A3C1D" w:rsidRPr="009C54AE" w:rsidRDefault="007A3C1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5B7450C" w14:textId="77777777" w:rsidR="007A3C1D" w:rsidRPr="009C54AE" w:rsidRDefault="007A3C1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konserwatorium)</w:t>
            </w:r>
          </w:p>
        </w:tc>
      </w:tr>
      <w:tr w:rsidR="007A3C1D" w:rsidRPr="009C54AE" w14:paraId="23DC5552" w14:textId="77777777" w:rsidTr="00EB2522">
        <w:tc>
          <w:tcPr>
            <w:tcW w:w="1701" w:type="dxa"/>
          </w:tcPr>
          <w:p w14:paraId="34BDF039" w14:textId="77777777" w:rsidR="007A3C1D" w:rsidRPr="009C54AE" w:rsidRDefault="007A3C1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812" w:type="dxa"/>
          </w:tcPr>
          <w:p w14:paraId="75B5851C" w14:textId="77777777" w:rsidR="007A3C1D" w:rsidRPr="00BD59CA" w:rsidRDefault="007A3C1D" w:rsidP="00EB2522">
            <w:pPr>
              <w:pStyle w:val="Nagwek1"/>
              <w:rPr>
                <w:rFonts w:eastAsiaTheme="majorEastAsia" w:cstheme="majorBidi"/>
                <w:b w:val="0"/>
              </w:rPr>
            </w:pPr>
            <w:r w:rsidRPr="00BD59CA">
              <w:rPr>
                <w:rFonts w:eastAsiaTheme="majorEastAsia" w:cstheme="majorBidi"/>
                <w:b w:val="0"/>
              </w:rPr>
              <w:t>Obserwacje w trakcie zajęć, dyskusja</w:t>
            </w:r>
          </w:p>
        </w:tc>
        <w:tc>
          <w:tcPr>
            <w:tcW w:w="2126" w:type="dxa"/>
          </w:tcPr>
          <w:p w14:paraId="4FC06B2C" w14:textId="77777777" w:rsidR="007A3C1D" w:rsidRPr="00BD59CA" w:rsidRDefault="00EB2522" w:rsidP="00EB2522">
            <w:pPr>
              <w:pStyle w:val="Nagwek1"/>
              <w:rPr>
                <w:rFonts w:eastAsiaTheme="majorEastAsia" w:cstheme="majorBidi"/>
                <w:b w:val="0"/>
              </w:rPr>
            </w:pPr>
            <w:r w:rsidRPr="00BD59CA">
              <w:rPr>
                <w:rFonts w:eastAsiaTheme="majorEastAsia" w:cstheme="majorBidi"/>
                <w:b w:val="0"/>
              </w:rPr>
              <w:t>K</w:t>
            </w:r>
            <w:r w:rsidR="007A3C1D" w:rsidRPr="00BD59CA">
              <w:rPr>
                <w:rFonts w:eastAsiaTheme="majorEastAsia" w:cstheme="majorBidi"/>
                <w:b w:val="0"/>
              </w:rPr>
              <w:t>onserwatorium</w:t>
            </w:r>
          </w:p>
        </w:tc>
      </w:tr>
      <w:tr w:rsidR="007A3C1D" w:rsidRPr="009C54AE" w14:paraId="6549AA19" w14:textId="77777777" w:rsidTr="00EB2522">
        <w:tc>
          <w:tcPr>
            <w:tcW w:w="1701" w:type="dxa"/>
          </w:tcPr>
          <w:p w14:paraId="56C1F890" w14:textId="77777777" w:rsidR="007A3C1D" w:rsidRPr="009C54AE" w:rsidRDefault="007A3C1D" w:rsidP="00BC33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6A699AFB" w14:textId="77777777" w:rsidR="007A3C1D" w:rsidRPr="00BD59CA" w:rsidRDefault="007A3C1D" w:rsidP="00EB2522">
            <w:pPr>
              <w:pStyle w:val="Nagwek1"/>
              <w:rPr>
                <w:rFonts w:eastAsiaTheme="majorEastAsia" w:cstheme="majorBidi"/>
                <w:b w:val="0"/>
              </w:rPr>
            </w:pPr>
            <w:r w:rsidRPr="00BD59CA">
              <w:rPr>
                <w:rFonts w:eastAsiaTheme="majorEastAsia" w:cstheme="majorBidi"/>
                <w:b w:val="0"/>
              </w:rPr>
              <w:t>Obserwacje w trakcie zajęć, dyskusja</w:t>
            </w:r>
          </w:p>
        </w:tc>
        <w:tc>
          <w:tcPr>
            <w:tcW w:w="2126" w:type="dxa"/>
          </w:tcPr>
          <w:p w14:paraId="706B73E2" w14:textId="77777777" w:rsidR="007A3C1D" w:rsidRPr="00BD59CA" w:rsidRDefault="00EB2522" w:rsidP="00EB2522">
            <w:pPr>
              <w:pStyle w:val="Nagwek1"/>
              <w:rPr>
                <w:rFonts w:eastAsiaTheme="majorEastAsia" w:cstheme="majorBidi"/>
                <w:b w:val="0"/>
              </w:rPr>
            </w:pPr>
            <w:r w:rsidRPr="00BD59CA">
              <w:rPr>
                <w:rFonts w:eastAsiaTheme="majorEastAsia" w:cstheme="majorBidi"/>
                <w:b w:val="0"/>
              </w:rPr>
              <w:t>K</w:t>
            </w:r>
            <w:r w:rsidR="007A3C1D" w:rsidRPr="00BD59CA">
              <w:rPr>
                <w:rFonts w:eastAsiaTheme="majorEastAsia" w:cstheme="majorBidi"/>
                <w:b w:val="0"/>
              </w:rPr>
              <w:t>onserwatorium</w:t>
            </w:r>
          </w:p>
        </w:tc>
      </w:tr>
      <w:tr w:rsidR="007A3C1D" w:rsidRPr="009C54AE" w14:paraId="3F38CD32" w14:textId="77777777" w:rsidTr="00EB2522">
        <w:tc>
          <w:tcPr>
            <w:tcW w:w="1701" w:type="dxa"/>
          </w:tcPr>
          <w:p w14:paraId="560F6ACE" w14:textId="77777777" w:rsidR="007A3C1D" w:rsidRPr="009C54AE" w:rsidRDefault="007A3C1D" w:rsidP="00BC33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EK_o3</w:t>
            </w:r>
          </w:p>
        </w:tc>
        <w:tc>
          <w:tcPr>
            <w:tcW w:w="5812" w:type="dxa"/>
          </w:tcPr>
          <w:p w14:paraId="288145FE" w14:textId="77777777" w:rsidR="007A3C1D" w:rsidRPr="00BD59CA" w:rsidRDefault="007A3C1D" w:rsidP="00EB2522">
            <w:pPr>
              <w:pStyle w:val="Nagwek1"/>
              <w:rPr>
                <w:rFonts w:eastAsiaTheme="majorEastAsia" w:cstheme="majorBidi"/>
                <w:b w:val="0"/>
              </w:rPr>
            </w:pPr>
            <w:r w:rsidRPr="00BD59CA">
              <w:rPr>
                <w:rFonts w:eastAsiaTheme="majorEastAsia" w:cstheme="majorBidi"/>
                <w:b w:val="0"/>
              </w:rPr>
              <w:t>Obserwacje w trakcie zajęć, dyskusja, prezentacja</w:t>
            </w:r>
            <w:r w:rsidR="00EB2522" w:rsidRPr="00BD59CA">
              <w:rPr>
                <w:rFonts w:eastAsiaTheme="majorEastAsia" w:cstheme="majorBidi"/>
                <w:b w:val="0"/>
              </w:rPr>
              <w:t>/esej</w:t>
            </w:r>
          </w:p>
        </w:tc>
        <w:tc>
          <w:tcPr>
            <w:tcW w:w="2126" w:type="dxa"/>
          </w:tcPr>
          <w:p w14:paraId="0266DCFF" w14:textId="77777777" w:rsidR="007A3C1D" w:rsidRPr="00BD59CA" w:rsidRDefault="00EB2522" w:rsidP="00EB2522">
            <w:pPr>
              <w:pStyle w:val="Nagwek1"/>
              <w:rPr>
                <w:rFonts w:eastAsiaTheme="majorEastAsia" w:cstheme="majorBidi"/>
                <w:b w:val="0"/>
              </w:rPr>
            </w:pPr>
            <w:r w:rsidRPr="00BD59CA">
              <w:rPr>
                <w:rFonts w:eastAsiaTheme="majorEastAsia" w:cstheme="majorBidi"/>
                <w:b w:val="0"/>
              </w:rPr>
              <w:t>K</w:t>
            </w:r>
            <w:r w:rsidR="007A3C1D" w:rsidRPr="00BD59CA">
              <w:rPr>
                <w:rFonts w:eastAsiaTheme="majorEastAsia" w:cstheme="majorBidi"/>
                <w:b w:val="0"/>
              </w:rPr>
              <w:t>onserwatorium</w:t>
            </w:r>
          </w:p>
        </w:tc>
      </w:tr>
      <w:tr w:rsidR="007A3C1D" w:rsidRPr="009C54AE" w14:paraId="4FADB26F" w14:textId="77777777" w:rsidTr="00EB2522">
        <w:tc>
          <w:tcPr>
            <w:tcW w:w="1701" w:type="dxa"/>
          </w:tcPr>
          <w:p w14:paraId="0124D79A" w14:textId="77777777" w:rsidR="007A3C1D" w:rsidRPr="009C54AE" w:rsidRDefault="007A3C1D" w:rsidP="00BC33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EK_o4</w:t>
            </w:r>
          </w:p>
        </w:tc>
        <w:tc>
          <w:tcPr>
            <w:tcW w:w="5812" w:type="dxa"/>
          </w:tcPr>
          <w:p w14:paraId="7D6FF0A7" w14:textId="77777777" w:rsidR="007A3C1D" w:rsidRPr="00BD59CA" w:rsidRDefault="007A3C1D" w:rsidP="00EB2522">
            <w:pPr>
              <w:pStyle w:val="Nagwek1"/>
              <w:rPr>
                <w:rFonts w:eastAsiaTheme="majorEastAsia" w:cstheme="majorBidi"/>
                <w:b w:val="0"/>
              </w:rPr>
            </w:pPr>
            <w:r w:rsidRPr="00BD59CA">
              <w:rPr>
                <w:rFonts w:eastAsiaTheme="majorEastAsia" w:cstheme="majorBidi"/>
                <w:b w:val="0"/>
              </w:rPr>
              <w:t>Obserwacje w trakcie zajęć, dyskusja</w:t>
            </w:r>
          </w:p>
        </w:tc>
        <w:tc>
          <w:tcPr>
            <w:tcW w:w="2126" w:type="dxa"/>
          </w:tcPr>
          <w:p w14:paraId="4A704256" w14:textId="77777777" w:rsidR="007A3C1D" w:rsidRPr="00BD59CA" w:rsidRDefault="00EB2522" w:rsidP="00EB2522">
            <w:pPr>
              <w:pStyle w:val="Nagwek1"/>
              <w:rPr>
                <w:rFonts w:eastAsiaTheme="majorEastAsia" w:cstheme="majorBidi"/>
                <w:b w:val="0"/>
              </w:rPr>
            </w:pPr>
            <w:r w:rsidRPr="00BD59CA">
              <w:rPr>
                <w:rFonts w:eastAsiaTheme="majorEastAsia" w:cstheme="majorBidi"/>
                <w:b w:val="0"/>
              </w:rPr>
              <w:t>K</w:t>
            </w:r>
            <w:r w:rsidR="007A3C1D" w:rsidRPr="00BD59CA">
              <w:rPr>
                <w:rFonts w:eastAsiaTheme="majorEastAsia" w:cstheme="majorBidi"/>
                <w:b w:val="0"/>
              </w:rPr>
              <w:t>onserwatorium</w:t>
            </w:r>
          </w:p>
        </w:tc>
      </w:tr>
    </w:tbl>
    <w:p w14:paraId="55A33A51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012823" w14:textId="77777777" w:rsidR="0000043A" w:rsidRDefault="0000043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6DCA71" w14:textId="77777777" w:rsidR="0000043A" w:rsidRDefault="0000043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BFC111D" w14:textId="77777777" w:rsidR="007A3C1D" w:rsidRPr="009C54AE" w:rsidRDefault="007A3C1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0296AFC" w14:textId="77777777" w:rsidR="007A3C1D" w:rsidRPr="009C54AE" w:rsidRDefault="007A3C1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7A3C1D" w:rsidRPr="009C54AE" w14:paraId="1070FD79" w14:textId="77777777" w:rsidTr="00923D7D">
        <w:tc>
          <w:tcPr>
            <w:tcW w:w="9670" w:type="dxa"/>
          </w:tcPr>
          <w:p w14:paraId="7FFA437F" w14:textId="77777777" w:rsidR="007A3C1D" w:rsidRDefault="007A3C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bardzo dobra- Obecność na zajęciach (ok. 90%), aktywność na zajęciach, przygotowanie bardzo dobrej prezentacji</w:t>
            </w:r>
            <w:r w:rsidR="00D9187C">
              <w:rPr>
                <w:rFonts w:ascii="Corbel" w:hAnsi="Corbel"/>
                <w:b w:val="0"/>
                <w:smallCaps w:val="0"/>
                <w:szCs w:val="24"/>
              </w:rPr>
              <w:t>/eseju</w:t>
            </w:r>
          </w:p>
          <w:p w14:paraId="3EFC6C60" w14:textId="77777777" w:rsidR="007A3C1D" w:rsidRPr="009C54AE" w:rsidRDefault="007A3C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dobra- Obecność na zajęciach (ok. 80%), aktywność na zajęciach, przygotowanie dobrej prezentacji, </w:t>
            </w:r>
            <w:r w:rsidR="00D9187C">
              <w:rPr>
                <w:rFonts w:ascii="Corbel" w:hAnsi="Corbel"/>
                <w:b w:val="0"/>
                <w:smallCaps w:val="0"/>
                <w:szCs w:val="24"/>
              </w:rPr>
              <w:t>eseju</w:t>
            </w:r>
          </w:p>
          <w:p w14:paraId="74D687D9" w14:textId="77777777" w:rsidR="007A3C1D" w:rsidRPr="009C54AE" w:rsidRDefault="007A3C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Ocena dostateczna- Obecność na zajęciach (ok. 70%), aktywność na zajęciach, przygotowanie dostatecznej prezentacji</w:t>
            </w:r>
            <w:r w:rsidR="00D9187C">
              <w:rPr>
                <w:rFonts w:ascii="Corbel" w:hAnsi="Corbel"/>
                <w:b w:val="0"/>
                <w:smallCaps w:val="0"/>
                <w:szCs w:val="24"/>
              </w:rPr>
              <w:t>/eseju</w:t>
            </w:r>
          </w:p>
          <w:p w14:paraId="65267C07" w14:textId="77777777" w:rsidR="007A3C1D" w:rsidRPr="009C54AE" w:rsidRDefault="007A3C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9B8D822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486DA4" w14:textId="77777777" w:rsidR="007A3C1D" w:rsidRPr="009C54AE" w:rsidRDefault="007A3C1D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CA2E586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7A3C1D" w:rsidRPr="009C54AE" w14:paraId="38B36AAE" w14:textId="77777777" w:rsidTr="003E1941">
        <w:tc>
          <w:tcPr>
            <w:tcW w:w="4962" w:type="dxa"/>
            <w:vAlign w:val="center"/>
          </w:tcPr>
          <w:p w14:paraId="004C2152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3A6FFE3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A3C1D" w:rsidRPr="009C54AE" w14:paraId="261A8DFC" w14:textId="77777777" w:rsidTr="00923D7D">
        <w:tc>
          <w:tcPr>
            <w:tcW w:w="4962" w:type="dxa"/>
          </w:tcPr>
          <w:p w14:paraId="5610546F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B841B5D" w14:textId="4957B699" w:rsidR="007A3C1D" w:rsidRPr="009C54AE" w:rsidRDefault="007526D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7A3C1D" w:rsidRPr="009C54AE" w14:paraId="263BD2ED" w14:textId="77777777" w:rsidTr="00923D7D">
        <w:tc>
          <w:tcPr>
            <w:tcW w:w="4962" w:type="dxa"/>
          </w:tcPr>
          <w:p w14:paraId="63C5D629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B5C607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37AB9EE" w14:textId="4A7279D6" w:rsidR="007A3C1D" w:rsidRPr="009C54AE" w:rsidRDefault="007526D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7A3C1D" w:rsidRPr="009C54AE" w14:paraId="41A449C2" w14:textId="77777777" w:rsidTr="00923D7D">
        <w:tc>
          <w:tcPr>
            <w:tcW w:w="4962" w:type="dxa"/>
          </w:tcPr>
          <w:p w14:paraId="6017A46A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60B59F1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C862772" w14:textId="77777777" w:rsidR="007A3C1D" w:rsidRPr="009C54AE" w:rsidRDefault="007810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7A3C1D" w:rsidRPr="009C54AE" w14:paraId="1BBC9151" w14:textId="77777777" w:rsidTr="00923D7D">
        <w:tc>
          <w:tcPr>
            <w:tcW w:w="4962" w:type="dxa"/>
          </w:tcPr>
          <w:p w14:paraId="56AE6F5E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CF34575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7A3C1D" w:rsidRPr="009C54AE" w14:paraId="6203F750" w14:textId="77777777" w:rsidTr="00923D7D">
        <w:tc>
          <w:tcPr>
            <w:tcW w:w="4962" w:type="dxa"/>
          </w:tcPr>
          <w:p w14:paraId="2C1F94FD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2A3691A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D33B558" w14:textId="77777777" w:rsidR="00EB2522" w:rsidRDefault="00EB2522" w:rsidP="00EB2522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14:paraId="53C0BF6B" w14:textId="77777777" w:rsidR="007A3C1D" w:rsidRPr="009C54AE" w:rsidRDefault="007A3C1D" w:rsidP="00EB2522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47C4C88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90BD05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EB04AD2" w14:textId="77777777" w:rsidR="007A3C1D" w:rsidRPr="009C54AE" w:rsidRDefault="007A3C1D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65"/>
        <w:gridCol w:w="5455"/>
      </w:tblGrid>
      <w:tr w:rsidR="007A3C1D" w:rsidRPr="009C54AE" w14:paraId="3BAACEDB" w14:textId="77777777" w:rsidTr="00052F19">
        <w:trPr>
          <w:trHeight w:val="397"/>
        </w:trPr>
        <w:tc>
          <w:tcPr>
            <w:tcW w:w="4111" w:type="dxa"/>
          </w:tcPr>
          <w:p w14:paraId="4C334A9B" w14:textId="77777777" w:rsidR="007A3C1D" w:rsidRPr="009C54AE" w:rsidRDefault="00EB25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7A3C1D" w:rsidRPr="009C54AE">
              <w:rPr>
                <w:rFonts w:ascii="Corbel" w:hAnsi="Corbel"/>
                <w:b w:val="0"/>
                <w:smallCaps w:val="0"/>
                <w:szCs w:val="24"/>
              </w:rPr>
              <w:t>ymiar godzinowy</w:t>
            </w:r>
          </w:p>
        </w:tc>
        <w:tc>
          <w:tcPr>
            <w:tcW w:w="5528" w:type="dxa"/>
          </w:tcPr>
          <w:p w14:paraId="66C200EF" w14:textId="2FD66B50" w:rsidR="007A3C1D" w:rsidRPr="009C54AE" w:rsidRDefault="005472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A3C1D" w:rsidRPr="009C54AE" w14:paraId="30F0B2DC" w14:textId="77777777" w:rsidTr="00052F19">
        <w:trPr>
          <w:trHeight w:val="397"/>
        </w:trPr>
        <w:tc>
          <w:tcPr>
            <w:tcW w:w="4111" w:type="dxa"/>
          </w:tcPr>
          <w:p w14:paraId="22CE6EF8" w14:textId="77777777" w:rsidR="007A3C1D" w:rsidRPr="009C54AE" w:rsidRDefault="00EB25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A3C1D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asady i formy odbywania praktyk </w:t>
            </w:r>
          </w:p>
        </w:tc>
        <w:tc>
          <w:tcPr>
            <w:tcW w:w="5528" w:type="dxa"/>
          </w:tcPr>
          <w:p w14:paraId="6483D78A" w14:textId="5EA17173" w:rsidR="007A3C1D" w:rsidRPr="009C54AE" w:rsidRDefault="005472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D0A60B7" w14:textId="77777777" w:rsidR="007A3C1D" w:rsidRPr="009C54AE" w:rsidRDefault="007A3C1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2D0833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04A05D74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7A3C1D" w:rsidRPr="009C54AE" w14:paraId="13663345" w14:textId="77777777" w:rsidTr="00052F19">
        <w:trPr>
          <w:trHeight w:val="397"/>
        </w:trPr>
        <w:tc>
          <w:tcPr>
            <w:tcW w:w="9639" w:type="dxa"/>
          </w:tcPr>
          <w:p w14:paraId="56BF19B0" w14:textId="5E89CC16" w:rsidR="00D9187C" w:rsidRPr="00547241" w:rsidRDefault="007A3C1D" w:rsidP="00BE635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54724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A86C03E" w14:textId="77777777" w:rsidR="00547241" w:rsidRPr="00BE6352" w:rsidRDefault="00547241" w:rsidP="00BE63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C49634E" w14:textId="77777777" w:rsidR="00D9187C" w:rsidRPr="00BE6352" w:rsidRDefault="00D9187C" w:rsidP="00BE6352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E6352">
              <w:rPr>
                <w:rFonts w:ascii="Corbel" w:hAnsi="Corbel"/>
                <w:b w:val="0"/>
                <w:smallCaps w:val="0"/>
                <w:szCs w:val="24"/>
              </w:rPr>
              <w:t>Elak</w:t>
            </w:r>
            <w:proofErr w:type="spellEnd"/>
            <w:r w:rsidRPr="00BE6352">
              <w:rPr>
                <w:rFonts w:ascii="Corbel" w:hAnsi="Corbel"/>
                <w:b w:val="0"/>
                <w:smallCaps w:val="0"/>
                <w:szCs w:val="24"/>
              </w:rPr>
              <w:t xml:space="preserve"> L.</w:t>
            </w:r>
            <w:r w:rsidR="000F2335" w:rsidRPr="00BE635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E6352">
              <w:rPr>
                <w:rFonts w:ascii="Corbel" w:hAnsi="Corbel"/>
                <w:b w:val="0"/>
                <w:smallCaps w:val="0"/>
                <w:szCs w:val="24"/>
              </w:rPr>
              <w:t xml:space="preserve"> Ochrona granicy państwowej. Wybrane aspekty, Warszawa 2018;</w:t>
            </w:r>
          </w:p>
          <w:p w14:paraId="26739688" w14:textId="77777777" w:rsidR="007A3C1D" w:rsidRPr="00BE6352" w:rsidRDefault="000F2335" w:rsidP="00BE6352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E6352">
              <w:rPr>
                <w:rFonts w:ascii="Corbel" w:hAnsi="Corbel"/>
                <w:b w:val="0"/>
                <w:smallCaps w:val="0"/>
                <w:szCs w:val="24"/>
              </w:rPr>
              <w:t>Jakubczak R., Wiśniewski B., System ochrony Granicy państwowej Rzeczypospolitej Polskiej. Stan obecny i prognozy na przyszłość, Szczytno 2015.</w:t>
            </w:r>
          </w:p>
          <w:p w14:paraId="3B62A82A" w14:textId="77777777" w:rsidR="00EB2522" w:rsidRDefault="000F2335" w:rsidP="00EB2522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E6352">
              <w:rPr>
                <w:rFonts w:ascii="Corbel" w:hAnsi="Corbel"/>
                <w:b w:val="0"/>
                <w:smallCaps w:val="0"/>
                <w:szCs w:val="24"/>
              </w:rPr>
              <w:t>Wawrzusiszyn</w:t>
            </w:r>
            <w:proofErr w:type="spellEnd"/>
            <w:r w:rsidRPr="00BE6352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BE635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Bezpieczeństwo transgraniczne Rzeczypospolitej Polskiej, </w:t>
            </w:r>
            <w:r w:rsidRPr="00BE6352">
              <w:rPr>
                <w:rFonts w:ascii="Corbel" w:hAnsi="Corbel"/>
                <w:b w:val="0"/>
                <w:smallCaps w:val="0"/>
                <w:szCs w:val="24"/>
              </w:rPr>
              <w:t>Olsztyn 2020</w:t>
            </w:r>
            <w:r w:rsidR="00EB252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2DA150B" w14:textId="77777777" w:rsidR="00EB2522" w:rsidRPr="00EB2522" w:rsidRDefault="00EB2522" w:rsidP="00EB2522">
            <w:pPr>
              <w:pStyle w:val="Punktygwne"/>
              <w:spacing w:before="0" w:after="0"/>
              <w:ind w:left="7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A3C1D" w:rsidRPr="009C54AE" w14:paraId="1AD8D6A5" w14:textId="77777777" w:rsidTr="00052F19">
        <w:trPr>
          <w:trHeight w:val="397"/>
        </w:trPr>
        <w:tc>
          <w:tcPr>
            <w:tcW w:w="9639" w:type="dxa"/>
          </w:tcPr>
          <w:p w14:paraId="7EF67E51" w14:textId="77777777" w:rsidR="00547241" w:rsidRDefault="007A3C1D" w:rsidP="00BE6352">
            <w:pPr>
              <w:pStyle w:val="Punktygwne"/>
              <w:spacing w:before="0" w:after="0"/>
              <w:jc w:val="both"/>
              <w:rPr>
                <w:rFonts w:ascii="Corbel" w:eastAsiaTheme="minorEastAsia" w:hAnsi="Corbel" w:cstheme="minorBidi"/>
                <w:smallCaps w:val="0"/>
                <w:szCs w:val="24"/>
              </w:rPr>
            </w:pPr>
            <w:r w:rsidRPr="00547241">
              <w:rPr>
                <w:rFonts w:ascii="Corbel" w:eastAsiaTheme="minorEastAsia" w:hAnsi="Corbel" w:cstheme="minorBidi"/>
                <w:smallCaps w:val="0"/>
                <w:szCs w:val="24"/>
              </w:rPr>
              <w:t>Literatura uzupełniająca:</w:t>
            </w:r>
          </w:p>
          <w:p w14:paraId="52C9A399" w14:textId="67673F5B" w:rsidR="00EB2522" w:rsidRPr="00547241" w:rsidRDefault="007A3C1D" w:rsidP="00BE6352">
            <w:pPr>
              <w:pStyle w:val="Punktygwne"/>
              <w:spacing w:before="0" w:after="0"/>
              <w:jc w:val="both"/>
              <w:rPr>
                <w:rFonts w:ascii="Corbel" w:eastAsiaTheme="minorEastAsia" w:hAnsi="Corbel" w:cstheme="minorBidi"/>
                <w:smallCaps w:val="0"/>
                <w:szCs w:val="24"/>
              </w:rPr>
            </w:pPr>
            <w:bookmarkStart w:id="0" w:name="_GoBack"/>
            <w:bookmarkEnd w:id="0"/>
            <w:r w:rsidRPr="00547241">
              <w:rPr>
                <w:rFonts w:ascii="Corbel" w:eastAsiaTheme="minorEastAsia" w:hAnsi="Corbel" w:cstheme="minorBidi"/>
                <w:smallCaps w:val="0"/>
                <w:szCs w:val="24"/>
              </w:rPr>
              <w:t xml:space="preserve"> </w:t>
            </w:r>
          </w:p>
          <w:p w14:paraId="1C961401" w14:textId="77777777" w:rsidR="000F2335" w:rsidRPr="00BE6352" w:rsidRDefault="000F2335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proofErr w:type="spellStart"/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Domińczak</w:t>
            </w:r>
            <w:proofErr w:type="spellEnd"/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 xml:space="preserve"> H., </w:t>
            </w:r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>Granice państwa i ich ochrona na przestrzeni dziejów 966- 1996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, Warszawa, 1997;</w:t>
            </w:r>
          </w:p>
          <w:p w14:paraId="448A21A9" w14:textId="77777777" w:rsidR="00BE6352" w:rsidRPr="00BE6352" w:rsidRDefault="00BE6352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 xml:space="preserve"> Kosińska A., Witkowski P., (Red) </w:t>
            </w:r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 xml:space="preserve">Bezpieczeństwo wschodniej granicy Unii Europejskiej w transgranicznym przepływie towarów i usług,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Zamość 2016.</w:t>
            </w:r>
          </w:p>
          <w:p w14:paraId="023A2C30" w14:textId="77777777" w:rsidR="00BE6352" w:rsidRPr="00BE6352" w:rsidRDefault="00BE6352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 xml:space="preserve">Kuś A, Kosińska A., </w:t>
            </w:r>
            <w:proofErr w:type="spellStart"/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Szachoń</w:t>
            </w:r>
            <w:proofErr w:type="spellEnd"/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-Pszenny A.</w:t>
            </w:r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 xml:space="preserve">,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(Red</w:t>
            </w:r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 xml:space="preserve">)  </w:t>
            </w:r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 xml:space="preserve">Agencja </w:t>
            </w:r>
            <w:proofErr w:type="spellStart"/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>Frontex</w:t>
            </w:r>
            <w:proofErr w:type="spellEnd"/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 xml:space="preserve"> w strefie </w:t>
            </w:r>
            <w:proofErr w:type="spellStart"/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>Schengen</w:t>
            </w:r>
            <w:proofErr w:type="spellEnd"/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>. 10 lat doświadczeń</w:t>
            </w:r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 xml:space="preserve">.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Lublin 2015.</w:t>
            </w:r>
          </w:p>
          <w:p w14:paraId="0CBDCE1C" w14:textId="77777777" w:rsidR="00BE6352" w:rsidRPr="00BE6352" w:rsidRDefault="00BE6352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 xml:space="preserve">Paśnik J., </w:t>
            </w:r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>Straż Graniczna. Prawne podstawy działania i uprawnień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, Warszawa 2003.</w:t>
            </w:r>
          </w:p>
          <w:p w14:paraId="6898C324" w14:textId="77777777" w:rsidR="00BE6352" w:rsidRPr="00BE6352" w:rsidRDefault="00BE6352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proofErr w:type="spellStart"/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>Suduł</w:t>
            </w:r>
            <w:proofErr w:type="spellEnd"/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 xml:space="preserve"> R., </w:t>
            </w:r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 xml:space="preserve">Interoperacyjność systemów bezpieczeństwa strefy </w:t>
            </w:r>
            <w:proofErr w:type="spellStart"/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>Schengen</w:t>
            </w:r>
            <w:proofErr w:type="spellEnd"/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 xml:space="preserve">, Lublin 2020, </w:t>
            </w:r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 xml:space="preserve">[w:]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Zagrożenia bezpieczeństwa w procesach globalizacji</w:t>
            </w:r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 xml:space="preserve">,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 xml:space="preserve">red. H. Chałupczak, M. Pietraś, R. </w:t>
            </w:r>
            <w:proofErr w:type="spellStart"/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Suduł</w:t>
            </w:r>
            <w:proofErr w:type="spellEnd"/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, Lublin-Zamość 202o.</w:t>
            </w:r>
          </w:p>
          <w:p w14:paraId="47832B0A" w14:textId="77777777" w:rsidR="00BE6352" w:rsidRPr="00BE6352" w:rsidRDefault="00BE6352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proofErr w:type="spellStart"/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lastRenderedPageBreak/>
              <w:t>Suduł</w:t>
            </w:r>
            <w:proofErr w:type="spellEnd"/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 xml:space="preserve"> R., </w:t>
            </w:r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 xml:space="preserve">Droga Polski do </w:t>
            </w:r>
            <w:proofErr w:type="spellStart"/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>Schengen</w:t>
            </w:r>
            <w:proofErr w:type="spellEnd"/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 xml:space="preserve"> – osiągnięcia i wyzwania w zakresie zmiany systemu ochrony granicy zewnętrznej UE,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 xml:space="preserve">[w:] </w:t>
            </w:r>
            <w:r w:rsidRPr="00BE6352">
              <w:rPr>
                <w:rFonts w:ascii="Corbel" w:eastAsiaTheme="minorEastAsia" w:hAnsi="Corbel" w:cstheme="minorBidi"/>
                <w:i/>
                <w:iCs/>
                <w:sz w:val="24"/>
                <w:szCs w:val="24"/>
                <w:lang w:eastAsia="pl-PL"/>
              </w:rPr>
              <w:t xml:space="preserve">Strefa </w:t>
            </w:r>
            <w:proofErr w:type="spellStart"/>
            <w:r w:rsidRPr="00BE6352">
              <w:rPr>
                <w:rFonts w:ascii="Corbel" w:eastAsiaTheme="minorEastAsia" w:hAnsi="Corbel" w:cstheme="minorBidi"/>
                <w:i/>
                <w:iCs/>
                <w:sz w:val="24"/>
                <w:szCs w:val="24"/>
                <w:lang w:eastAsia="pl-PL"/>
              </w:rPr>
              <w:t>Schengen</w:t>
            </w:r>
            <w:proofErr w:type="spellEnd"/>
            <w:r w:rsidRPr="00BE6352">
              <w:rPr>
                <w:rFonts w:ascii="Corbel" w:eastAsiaTheme="minorEastAsia" w:hAnsi="Corbel" w:cstheme="minorBidi"/>
                <w:i/>
                <w:iCs/>
                <w:sz w:val="24"/>
                <w:szCs w:val="24"/>
                <w:lang w:eastAsia="pl-PL"/>
              </w:rPr>
              <w:t xml:space="preserve"> – wymiary: teoretyczny, polityczny, instytucjonalno-prawny. Funkcjonowanie granic zewnętrznych UE.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Przegląd Europejski nr 3/2018, Warszawa 2018;</w:t>
            </w:r>
          </w:p>
          <w:p w14:paraId="0E16E991" w14:textId="77777777" w:rsidR="00BE6352" w:rsidRPr="00BE6352" w:rsidRDefault="00BE6352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proofErr w:type="spellStart"/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>Suduł</w:t>
            </w:r>
            <w:proofErr w:type="spellEnd"/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 xml:space="preserve"> R.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 xml:space="preserve">, </w:t>
            </w:r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 xml:space="preserve">Przestępczość transgraniczna na wschodniej granicy Unii Europejskiej na przykładzie granicy Rzeczypospolitej Polskiej. </w:t>
            </w:r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 xml:space="preserve">[w:] </w:t>
            </w:r>
            <w:r w:rsidRPr="00BE6352">
              <w:rPr>
                <w:rFonts w:ascii="Corbel" w:eastAsiaTheme="minorEastAsia" w:hAnsi="Corbel" w:cstheme="minorBidi"/>
                <w:i/>
                <w:iCs/>
                <w:sz w:val="24"/>
                <w:szCs w:val="24"/>
                <w:lang w:eastAsia="pl-PL"/>
              </w:rPr>
              <w:t xml:space="preserve">Bezpieczeństwo Europy –Bezpieczeństwo Polski,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 xml:space="preserve">tom 5. </w:t>
            </w:r>
            <w:r w:rsidRPr="00BE6352">
              <w:rPr>
                <w:rFonts w:ascii="Corbel" w:eastAsiaTheme="minorEastAsia" w:hAnsi="Corbel" w:cstheme="minorBidi"/>
                <w:i/>
                <w:iCs/>
                <w:sz w:val="24"/>
                <w:szCs w:val="24"/>
                <w:lang w:eastAsia="pl-PL"/>
              </w:rPr>
              <w:t>Metamorfozy bezpieczeństwa. Teraźniejszość i przyszłoś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ć, red. E. Maj, W. Sokół, A. Szwed-Walczak, Ł. Jędrzejski. Lublin 2017.</w:t>
            </w:r>
          </w:p>
          <w:p w14:paraId="200B055E" w14:textId="77777777" w:rsidR="007A3C1D" w:rsidRPr="00BE6352" w:rsidRDefault="007A3C1D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r w:rsidRPr="00BE6352">
              <w:rPr>
                <w:rFonts w:ascii="Corbel" w:eastAsiaTheme="minorEastAsia" w:hAnsi="Corbel" w:cstheme="minorBidi"/>
                <w:sz w:val="24"/>
                <w:szCs w:val="24"/>
              </w:rPr>
              <w:t>Zapałowski A., G</w:t>
            </w:r>
            <w:r w:rsidRPr="00BE6352">
              <w:rPr>
                <w:rFonts w:ascii="Corbel" w:eastAsiaTheme="minorEastAsia" w:hAnsi="Corbel" w:cstheme="minorBidi"/>
                <w:i/>
                <w:iCs/>
                <w:sz w:val="24"/>
                <w:szCs w:val="24"/>
              </w:rPr>
              <w:t>ranica w ogniu. 35. „przemyska” komenda odcinka WOP w działaniach przeciw OUN i UPA w latach 1945-1948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</w:rPr>
              <w:t>, Warszawa 2016</w:t>
            </w:r>
          </w:p>
          <w:p w14:paraId="61D9A8A2" w14:textId="77777777" w:rsidR="007A3C1D" w:rsidRPr="00BE6352" w:rsidRDefault="007A3C1D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 xml:space="preserve">Zapałowski A., </w:t>
            </w:r>
            <w:r w:rsidRPr="00BE6352">
              <w:rPr>
                <w:rFonts w:ascii="Corbel" w:eastAsiaTheme="minorEastAsia" w:hAnsi="Corbel" w:cstheme="minorBidi"/>
                <w:i/>
                <w:iCs/>
                <w:sz w:val="24"/>
                <w:szCs w:val="24"/>
                <w:lang w:eastAsia="pl-PL"/>
              </w:rPr>
              <w:t xml:space="preserve">Wpływ konfliktu na Ukrainie na możliwą destabilizację granic w Europie Środkowo-Wschodniej,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ANTE PORTAS. Studia nad bezpieczeństwem nr 1 (6) /2016, Ostrowiec Świętokrzyski</w:t>
            </w:r>
          </w:p>
          <w:p w14:paraId="7627459C" w14:textId="77777777" w:rsidR="007A3C1D" w:rsidRPr="00BE6352" w:rsidRDefault="007A3C1D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r w:rsidRPr="00BE6352">
              <w:rPr>
                <w:rFonts w:ascii="Corbel" w:eastAsiaTheme="minorEastAsia" w:hAnsi="Corbel" w:cstheme="minorBidi"/>
                <w:sz w:val="24"/>
                <w:szCs w:val="24"/>
              </w:rPr>
              <w:t xml:space="preserve">Zapałowski A., </w:t>
            </w:r>
            <w:r w:rsidRPr="00BE6352">
              <w:rPr>
                <w:rFonts w:ascii="Corbel" w:eastAsiaTheme="minorEastAsia" w:hAnsi="Corbel" w:cstheme="minorBidi"/>
                <w:i/>
                <w:iCs/>
                <w:sz w:val="24"/>
                <w:szCs w:val="24"/>
              </w:rPr>
              <w:t xml:space="preserve">Wybrane wyzwania i zagrożenia dla bezpieczeństwa Polski na granicy z Ukrainą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</w:rPr>
              <w:t xml:space="preserve">[w:] W. Listowski (red.), </w:t>
            </w:r>
            <w:r w:rsidRPr="00BE6352">
              <w:rPr>
                <w:rFonts w:ascii="Corbel" w:eastAsiaTheme="minorEastAsia" w:hAnsi="Corbel" w:cstheme="minorBidi"/>
                <w:i/>
                <w:iCs/>
                <w:sz w:val="24"/>
                <w:szCs w:val="24"/>
              </w:rPr>
              <w:t>Ludobójstwo OUN-UPA na Kresach Południowo-Wschodnich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</w:rPr>
              <w:t xml:space="preserve"> t. 8, Kędzierzyn -Koźle 2016.</w:t>
            </w:r>
          </w:p>
          <w:p w14:paraId="5BA66E0D" w14:textId="77777777" w:rsidR="007A3C1D" w:rsidRPr="00BE6352" w:rsidRDefault="007A3C1D" w:rsidP="00BE6352">
            <w:pPr>
              <w:pStyle w:val="Akapitzlist"/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</w:p>
        </w:tc>
      </w:tr>
    </w:tbl>
    <w:p w14:paraId="0BAF3D54" w14:textId="77777777" w:rsidR="007A3C1D" w:rsidRPr="009C54AE" w:rsidRDefault="007A3C1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D07AA2" w14:textId="77777777" w:rsidR="007A3C1D" w:rsidRPr="009C54AE" w:rsidRDefault="007A3C1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FD7EC1" w14:textId="77777777" w:rsidR="007A3C1D" w:rsidRPr="009C54AE" w:rsidRDefault="007A3C1D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7A3C1D" w:rsidRPr="009C54AE" w:rsidSect="00547241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86D867" w14:textId="77777777" w:rsidR="00610D33" w:rsidRDefault="00610D33" w:rsidP="00C16ABF">
      <w:pPr>
        <w:spacing w:after="0" w:line="240" w:lineRule="auto"/>
      </w:pPr>
      <w:r>
        <w:separator/>
      </w:r>
    </w:p>
  </w:endnote>
  <w:endnote w:type="continuationSeparator" w:id="0">
    <w:p w14:paraId="05B87990" w14:textId="77777777" w:rsidR="00610D33" w:rsidRDefault="00610D3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9A440E" w14:textId="77777777" w:rsidR="00610D33" w:rsidRDefault="00610D33" w:rsidP="00C16ABF">
      <w:pPr>
        <w:spacing w:after="0" w:line="240" w:lineRule="auto"/>
      </w:pPr>
      <w:r>
        <w:separator/>
      </w:r>
    </w:p>
  </w:footnote>
  <w:footnote w:type="continuationSeparator" w:id="0">
    <w:p w14:paraId="15540100" w14:textId="77777777" w:rsidR="00610D33" w:rsidRDefault="00610D33" w:rsidP="00C16ABF">
      <w:pPr>
        <w:spacing w:after="0" w:line="240" w:lineRule="auto"/>
      </w:pPr>
      <w:r>
        <w:continuationSeparator/>
      </w:r>
    </w:p>
  </w:footnote>
  <w:footnote w:id="1">
    <w:p w14:paraId="7EED1293" w14:textId="77777777" w:rsidR="0000043A" w:rsidRDefault="0000043A" w:rsidP="0000043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D2B92"/>
    <w:multiLevelType w:val="hybridMultilevel"/>
    <w:tmpl w:val="197060A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9BB4AE4"/>
    <w:multiLevelType w:val="hybridMultilevel"/>
    <w:tmpl w:val="C8E0B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3FC228B7"/>
    <w:multiLevelType w:val="hybridMultilevel"/>
    <w:tmpl w:val="53D0DA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F18029D"/>
    <w:multiLevelType w:val="hybridMultilevel"/>
    <w:tmpl w:val="863C315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6C278CC"/>
    <w:multiLevelType w:val="hybridMultilevel"/>
    <w:tmpl w:val="8BD879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AD37B46"/>
    <w:multiLevelType w:val="hybridMultilevel"/>
    <w:tmpl w:val="DD687E64"/>
    <w:lvl w:ilvl="0" w:tplc="46BCE64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A5C642A2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9EEEC2DE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5672B7D2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7FAC684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11ECEC80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AE30178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B6A7B9A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26E8FAAA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43A"/>
    <w:rsid w:val="000048FD"/>
    <w:rsid w:val="00005024"/>
    <w:rsid w:val="000077B4"/>
    <w:rsid w:val="00015B8F"/>
    <w:rsid w:val="00022ECE"/>
    <w:rsid w:val="00042A51"/>
    <w:rsid w:val="00042D2E"/>
    <w:rsid w:val="00044C82"/>
    <w:rsid w:val="00052F19"/>
    <w:rsid w:val="00070ED6"/>
    <w:rsid w:val="0007403A"/>
    <w:rsid w:val="000742DC"/>
    <w:rsid w:val="00084C12"/>
    <w:rsid w:val="0009462C"/>
    <w:rsid w:val="00094B12"/>
    <w:rsid w:val="00096C46"/>
    <w:rsid w:val="000A296F"/>
    <w:rsid w:val="000A2A28"/>
    <w:rsid w:val="000A2F6C"/>
    <w:rsid w:val="000A3CDF"/>
    <w:rsid w:val="000B192D"/>
    <w:rsid w:val="000B28EE"/>
    <w:rsid w:val="000B3E37"/>
    <w:rsid w:val="000D04B0"/>
    <w:rsid w:val="000E1156"/>
    <w:rsid w:val="000F1C57"/>
    <w:rsid w:val="000F2335"/>
    <w:rsid w:val="000F5615"/>
    <w:rsid w:val="001024E8"/>
    <w:rsid w:val="00112CBC"/>
    <w:rsid w:val="001153CD"/>
    <w:rsid w:val="00124BFF"/>
    <w:rsid w:val="0012560E"/>
    <w:rsid w:val="00127108"/>
    <w:rsid w:val="0013484F"/>
    <w:rsid w:val="00134B13"/>
    <w:rsid w:val="00144E37"/>
    <w:rsid w:val="00146BC0"/>
    <w:rsid w:val="00153C41"/>
    <w:rsid w:val="00154381"/>
    <w:rsid w:val="00164012"/>
    <w:rsid w:val="001640A7"/>
    <w:rsid w:val="00164FA7"/>
    <w:rsid w:val="00166A03"/>
    <w:rsid w:val="001718A7"/>
    <w:rsid w:val="001737CF"/>
    <w:rsid w:val="00176083"/>
    <w:rsid w:val="00192F37"/>
    <w:rsid w:val="001A70D2"/>
    <w:rsid w:val="001C16A9"/>
    <w:rsid w:val="001D657B"/>
    <w:rsid w:val="001D7B54"/>
    <w:rsid w:val="001E0209"/>
    <w:rsid w:val="001E4605"/>
    <w:rsid w:val="001F2CA2"/>
    <w:rsid w:val="002131D7"/>
    <w:rsid w:val="002144C0"/>
    <w:rsid w:val="0022477D"/>
    <w:rsid w:val="002278A9"/>
    <w:rsid w:val="00231726"/>
    <w:rsid w:val="002336F9"/>
    <w:rsid w:val="0024028F"/>
    <w:rsid w:val="00243679"/>
    <w:rsid w:val="00244ABC"/>
    <w:rsid w:val="00281FF2"/>
    <w:rsid w:val="002857DE"/>
    <w:rsid w:val="00291567"/>
    <w:rsid w:val="00294D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4E76"/>
    <w:rsid w:val="003016CA"/>
    <w:rsid w:val="003018BA"/>
    <w:rsid w:val="0030395F"/>
    <w:rsid w:val="00305C92"/>
    <w:rsid w:val="003151C5"/>
    <w:rsid w:val="003343CF"/>
    <w:rsid w:val="00342B29"/>
    <w:rsid w:val="00346FE9"/>
    <w:rsid w:val="0034759A"/>
    <w:rsid w:val="003503F6"/>
    <w:rsid w:val="003530DD"/>
    <w:rsid w:val="00361638"/>
    <w:rsid w:val="00363F78"/>
    <w:rsid w:val="003A0A5B"/>
    <w:rsid w:val="003A1176"/>
    <w:rsid w:val="003A71AC"/>
    <w:rsid w:val="003B7881"/>
    <w:rsid w:val="003C0BAE"/>
    <w:rsid w:val="003D18A9"/>
    <w:rsid w:val="003D3CBB"/>
    <w:rsid w:val="003D68EE"/>
    <w:rsid w:val="003D6CE2"/>
    <w:rsid w:val="003E1941"/>
    <w:rsid w:val="003E2FE6"/>
    <w:rsid w:val="003E49D5"/>
    <w:rsid w:val="003F205D"/>
    <w:rsid w:val="003F38C0"/>
    <w:rsid w:val="0041400F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563"/>
    <w:rsid w:val="004D5282"/>
    <w:rsid w:val="004D583A"/>
    <w:rsid w:val="004F1551"/>
    <w:rsid w:val="004F55A3"/>
    <w:rsid w:val="0050496F"/>
    <w:rsid w:val="00513B6F"/>
    <w:rsid w:val="00513DEE"/>
    <w:rsid w:val="00517C63"/>
    <w:rsid w:val="00524FB2"/>
    <w:rsid w:val="005363C4"/>
    <w:rsid w:val="00536BDE"/>
    <w:rsid w:val="00543ACC"/>
    <w:rsid w:val="00547241"/>
    <w:rsid w:val="00556E1E"/>
    <w:rsid w:val="005628EA"/>
    <w:rsid w:val="0056696D"/>
    <w:rsid w:val="00571476"/>
    <w:rsid w:val="00572339"/>
    <w:rsid w:val="00586304"/>
    <w:rsid w:val="0059484D"/>
    <w:rsid w:val="005A0855"/>
    <w:rsid w:val="005A29E1"/>
    <w:rsid w:val="005A3196"/>
    <w:rsid w:val="005C080F"/>
    <w:rsid w:val="005C55E5"/>
    <w:rsid w:val="005C696A"/>
    <w:rsid w:val="005D3E63"/>
    <w:rsid w:val="005E3279"/>
    <w:rsid w:val="005E6E85"/>
    <w:rsid w:val="005F31D2"/>
    <w:rsid w:val="0061029B"/>
    <w:rsid w:val="00610D33"/>
    <w:rsid w:val="00617230"/>
    <w:rsid w:val="00621CE1"/>
    <w:rsid w:val="00627FC9"/>
    <w:rsid w:val="00641A80"/>
    <w:rsid w:val="00645290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4703"/>
    <w:rsid w:val="0072539E"/>
    <w:rsid w:val="00725459"/>
    <w:rsid w:val="0072601A"/>
    <w:rsid w:val="00726398"/>
    <w:rsid w:val="007327BD"/>
    <w:rsid w:val="00734608"/>
    <w:rsid w:val="00736583"/>
    <w:rsid w:val="00742C7F"/>
    <w:rsid w:val="00745302"/>
    <w:rsid w:val="007461D6"/>
    <w:rsid w:val="00746EC8"/>
    <w:rsid w:val="007526D7"/>
    <w:rsid w:val="00763BF1"/>
    <w:rsid w:val="00766FD4"/>
    <w:rsid w:val="00781090"/>
    <w:rsid w:val="0078168C"/>
    <w:rsid w:val="00787C2A"/>
    <w:rsid w:val="00790E27"/>
    <w:rsid w:val="007A3C1D"/>
    <w:rsid w:val="007A4022"/>
    <w:rsid w:val="007A5D82"/>
    <w:rsid w:val="007A6E6E"/>
    <w:rsid w:val="007C3299"/>
    <w:rsid w:val="007C3BCC"/>
    <w:rsid w:val="007C4546"/>
    <w:rsid w:val="007D6E56"/>
    <w:rsid w:val="007E2AB8"/>
    <w:rsid w:val="007E3E08"/>
    <w:rsid w:val="007F4155"/>
    <w:rsid w:val="007F4882"/>
    <w:rsid w:val="00807E5E"/>
    <w:rsid w:val="008117D5"/>
    <w:rsid w:val="0081554D"/>
    <w:rsid w:val="0081707E"/>
    <w:rsid w:val="008449B3"/>
    <w:rsid w:val="00851F9B"/>
    <w:rsid w:val="008552A2"/>
    <w:rsid w:val="0085747A"/>
    <w:rsid w:val="00865336"/>
    <w:rsid w:val="00866382"/>
    <w:rsid w:val="00874E98"/>
    <w:rsid w:val="00884922"/>
    <w:rsid w:val="00885EA4"/>
    <w:rsid w:val="00885F64"/>
    <w:rsid w:val="008872C4"/>
    <w:rsid w:val="008917F9"/>
    <w:rsid w:val="008A45F7"/>
    <w:rsid w:val="008B68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45C"/>
    <w:rsid w:val="009325F2"/>
    <w:rsid w:val="009435F8"/>
    <w:rsid w:val="00946E6F"/>
    <w:rsid w:val="009508DF"/>
    <w:rsid w:val="00950DAC"/>
    <w:rsid w:val="00954A07"/>
    <w:rsid w:val="0097297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0FD"/>
    <w:rsid w:val="00A601C8"/>
    <w:rsid w:val="00A60799"/>
    <w:rsid w:val="00A6558B"/>
    <w:rsid w:val="00A84C85"/>
    <w:rsid w:val="00A91CA2"/>
    <w:rsid w:val="00A97DE1"/>
    <w:rsid w:val="00AA4505"/>
    <w:rsid w:val="00AB053C"/>
    <w:rsid w:val="00AB2E90"/>
    <w:rsid w:val="00AC1772"/>
    <w:rsid w:val="00AD1146"/>
    <w:rsid w:val="00AD27D3"/>
    <w:rsid w:val="00AD54BE"/>
    <w:rsid w:val="00AD66D6"/>
    <w:rsid w:val="00AE1160"/>
    <w:rsid w:val="00AE203C"/>
    <w:rsid w:val="00AE2E74"/>
    <w:rsid w:val="00AE5FCB"/>
    <w:rsid w:val="00AE6CB8"/>
    <w:rsid w:val="00AF2C1E"/>
    <w:rsid w:val="00B06142"/>
    <w:rsid w:val="00B135B1"/>
    <w:rsid w:val="00B164ED"/>
    <w:rsid w:val="00B3130B"/>
    <w:rsid w:val="00B40ADB"/>
    <w:rsid w:val="00B43B77"/>
    <w:rsid w:val="00B43E80"/>
    <w:rsid w:val="00B459CE"/>
    <w:rsid w:val="00B607DB"/>
    <w:rsid w:val="00B66529"/>
    <w:rsid w:val="00B75946"/>
    <w:rsid w:val="00B8056E"/>
    <w:rsid w:val="00B819C8"/>
    <w:rsid w:val="00B82308"/>
    <w:rsid w:val="00B90885"/>
    <w:rsid w:val="00BB520A"/>
    <w:rsid w:val="00BC3383"/>
    <w:rsid w:val="00BD3869"/>
    <w:rsid w:val="00BD59CA"/>
    <w:rsid w:val="00BD66E9"/>
    <w:rsid w:val="00BD6FF4"/>
    <w:rsid w:val="00BE1B49"/>
    <w:rsid w:val="00BE2844"/>
    <w:rsid w:val="00BE6352"/>
    <w:rsid w:val="00BF2C41"/>
    <w:rsid w:val="00C058B4"/>
    <w:rsid w:val="00C05F44"/>
    <w:rsid w:val="00C131B5"/>
    <w:rsid w:val="00C16ABF"/>
    <w:rsid w:val="00C170AE"/>
    <w:rsid w:val="00C26CB7"/>
    <w:rsid w:val="00C324C1"/>
    <w:rsid w:val="00C32EBE"/>
    <w:rsid w:val="00C36992"/>
    <w:rsid w:val="00C40BFE"/>
    <w:rsid w:val="00C56036"/>
    <w:rsid w:val="00C61DC5"/>
    <w:rsid w:val="00C67E92"/>
    <w:rsid w:val="00C70A26"/>
    <w:rsid w:val="00C766DF"/>
    <w:rsid w:val="00C94B98"/>
    <w:rsid w:val="00CA2B96"/>
    <w:rsid w:val="00CA5089"/>
    <w:rsid w:val="00CA6466"/>
    <w:rsid w:val="00CD6897"/>
    <w:rsid w:val="00CE5BAC"/>
    <w:rsid w:val="00CF25BE"/>
    <w:rsid w:val="00CF78ED"/>
    <w:rsid w:val="00D02B25"/>
    <w:rsid w:val="00D02EBA"/>
    <w:rsid w:val="00D17C3C"/>
    <w:rsid w:val="00D264E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187C"/>
    <w:rsid w:val="00D93409"/>
    <w:rsid w:val="00DA2114"/>
    <w:rsid w:val="00DB6855"/>
    <w:rsid w:val="00DE09C0"/>
    <w:rsid w:val="00DE4A14"/>
    <w:rsid w:val="00DF320D"/>
    <w:rsid w:val="00DF63B6"/>
    <w:rsid w:val="00DF71C8"/>
    <w:rsid w:val="00E129B8"/>
    <w:rsid w:val="00E21E7D"/>
    <w:rsid w:val="00E22FBC"/>
    <w:rsid w:val="00E24BF5"/>
    <w:rsid w:val="00E25338"/>
    <w:rsid w:val="00E51E44"/>
    <w:rsid w:val="00E55E9A"/>
    <w:rsid w:val="00E617EF"/>
    <w:rsid w:val="00E63348"/>
    <w:rsid w:val="00E742AA"/>
    <w:rsid w:val="00E77E88"/>
    <w:rsid w:val="00E8107D"/>
    <w:rsid w:val="00E960BB"/>
    <w:rsid w:val="00EA2074"/>
    <w:rsid w:val="00EA4832"/>
    <w:rsid w:val="00EA4E9D"/>
    <w:rsid w:val="00EB2522"/>
    <w:rsid w:val="00EB676A"/>
    <w:rsid w:val="00EC4899"/>
    <w:rsid w:val="00ED03AB"/>
    <w:rsid w:val="00ED0B27"/>
    <w:rsid w:val="00ED32D2"/>
    <w:rsid w:val="00ED385E"/>
    <w:rsid w:val="00EE32DE"/>
    <w:rsid w:val="00EE5457"/>
    <w:rsid w:val="00F070AB"/>
    <w:rsid w:val="00F17567"/>
    <w:rsid w:val="00F27A7B"/>
    <w:rsid w:val="00F526AF"/>
    <w:rsid w:val="00F5472E"/>
    <w:rsid w:val="00F554E8"/>
    <w:rsid w:val="00F617C3"/>
    <w:rsid w:val="00F67E3A"/>
    <w:rsid w:val="00F7066B"/>
    <w:rsid w:val="00F83B28"/>
    <w:rsid w:val="00F957A7"/>
    <w:rsid w:val="00F974DA"/>
    <w:rsid w:val="00FA46E5"/>
    <w:rsid w:val="00FB7DBA"/>
    <w:rsid w:val="00FC1C25"/>
    <w:rsid w:val="00FC3F45"/>
    <w:rsid w:val="00FD503F"/>
    <w:rsid w:val="00FD64EA"/>
    <w:rsid w:val="00FD7589"/>
    <w:rsid w:val="00FE1D52"/>
    <w:rsid w:val="00FE3ACB"/>
    <w:rsid w:val="00FE597F"/>
    <w:rsid w:val="00FF016A"/>
    <w:rsid w:val="00FF1401"/>
    <w:rsid w:val="00FF5E7D"/>
    <w:rsid w:val="17F88DE5"/>
    <w:rsid w:val="62ACE3BD"/>
    <w:rsid w:val="6A6A36A9"/>
    <w:rsid w:val="6ABADD52"/>
    <w:rsid w:val="74866B9C"/>
    <w:rsid w:val="75A57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D43E0B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BE1B49"/>
    <w:pPr>
      <w:keepNext/>
      <w:spacing w:after="0" w:line="240" w:lineRule="auto"/>
      <w:jc w:val="both"/>
      <w:outlineLvl w:val="0"/>
    </w:pPr>
    <w:rPr>
      <w:rFonts w:ascii="Corbel" w:eastAsia="Times New Roman" w:hAnsi="Corbel"/>
      <w:b/>
      <w:bCs/>
      <w:kern w:val="32"/>
      <w:sz w:val="24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35F8"/>
    <w:pPr>
      <w:keepNext/>
      <w:keepLines/>
      <w:spacing w:before="40" w:after="0" w:line="259" w:lineRule="auto"/>
      <w:outlineLvl w:val="2"/>
    </w:pPr>
    <w:rPr>
      <w:rFonts w:ascii="Cambria" w:eastAsia="Times New Roman" w:hAnsi="Cambria"/>
      <w:color w:val="243F6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9435F8"/>
    <w:rPr>
      <w:rFonts w:ascii="Cambria" w:hAnsi="Cambria" w:cs="Times New Roman"/>
      <w:color w:val="243F6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eastAsia="Times New Roman" w:hAnsi="Tahoma"/>
      <w:sz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eastAsia="Times New Roman" w:hAnsi="Calibri"/>
      <w:sz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eastAsia="Times New Roman" w:hAnsi="Calibri"/>
      <w:sz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eastAsia="Times New Roman" w:hAnsi="Calibri"/>
      <w:sz w:val="22"/>
    </w:rPr>
  </w:style>
  <w:style w:type="character" w:styleId="Numerstrony">
    <w:name w:val="page number"/>
    <w:basedOn w:val="Domylnaczcionkaakapitu"/>
    <w:uiPriority w:val="99"/>
    <w:semiHidden/>
    <w:rsid w:val="0085747A"/>
    <w:rPr>
      <w:rFonts w:cs="Times New Roman"/>
    </w:rPr>
  </w:style>
  <w:style w:type="character" w:styleId="Hipercze">
    <w:name w:val="Hyperlink"/>
    <w:basedOn w:val="Domylnaczcionkaakapitu"/>
    <w:uiPriority w:val="99"/>
    <w:rsid w:val="00B819C8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AB2E90"/>
    <w:rPr>
      <w:rFonts w:cs="Times New Roman"/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99"/>
    <w:qFormat/>
    <w:rsid w:val="009435F8"/>
    <w:rPr>
      <w:rFonts w:cs="Times New Roman"/>
      <w:i/>
      <w:iCs/>
    </w:rPr>
  </w:style>
  <w:style w:type="character" w:customStyle="1" w:styleId="Nagwek1Znak">
    <w:name w:val="Nagłówek 1 Znak"/>
    <w:basedOn w:val="Domylnaczcionkaakapitu"/>
    <w:link w:val="Nagwek1"/>
    <w:rsid w:val="00BE1B49"/>
    <w:rPr>
      <w:rFonts w:ascii="Corbel" w:eastAsia="Times New Roman" w:hAnsi="Corbel"/>
      <w:b/>
      <w:bCs/>
      <w:kern w:val="32"/>
      <w:sz w:val="24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99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9821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821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821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82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822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822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23608E-C93A-4397-9EA1-6CE745A273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ED27D4-82A4-4BA6-A59E-6C56BA35F8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1161</Words>
  <Characters>6971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Pikus</cp:lastModifiedBy>
  <cp:revision>3</cp:revision>
  <cp:lastPrinted>2019-02-06T12:12:00Z</cp:lastPrinted>
  <dcterms:created xsi:type="dcterms:W3CDTF">2022-11-08T11:21:00Z</dcterms:created>
  <dcterms:modified xsi:type="dcterms:W3CDTF">2022-11-15T09:49:00Z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